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EA872" w14:textId="38202203" w:rsidR="006E5D65" w:rsidRDefault="00D8678B" w:rsidP="00DB7367">
      <w:pPr>
        <w:pStyle w:val="Tekstpodstawowy"/>
        <w:jc w:val="right"/>
        <w:rPr>
          <w:rFonts w:ascii="Times New Roman" w:hAnsi="Times New Roman"/>
          <w:i/>
          <w:sz w:val="24"/>
          <w:szCs w:val="24"/>
        </w:rPr>
      </w:pPr>
      <w:r w:rsidRPr="00C47B29">
        <w:rPr>
          <w:rFonts w:ascii="Times New Roman" w:hAnsi="Times New Roman"/>
          <w:i/>
          <w:sz w:val="24"/>
          <w:szCs w:val="24"/>
        </w:rPr>
        <w:t xml:space="preserve">Załącznik nr </w:t>
      </w:r>
      <w:r w:rsidR="006F31E2" w:rsidRPr="00C47B29">
        <w:rPr>
          <w:rFonts w:ascii="Times New Roman" w:hAnsi="Times New Roman"/>
          <w:i/>
          <w:sz w:val="24"/>
          <w:szCs w:val="24"/>
        </w:rPr>
        <w:t>1.5</w:t>
      </w:r>
      <w:r w:rsidRPr="00C47B29">
        <w:rPr>
          <w:rFonts w:ascii="Times New Roman" w:hAnsi="Times New Roman"/>
          <w:i/>
          <w:sz w:val="24"/>
          <w:szCs w:val="24"/>
        </w:rPr>
        <w:t xml:space="preserve"> do Zarządzenia</w:t>
      </w:r>
      <w:r w:rsidR="00DB7367">
        <w:rPr>
          <w:rFonts w:ascii="Times New Roman" w:hAnsi="Times New Roman"/>
          <w:i/>
          <w:sz w:val="24"/>
          <w:szCs w:val="24"/>
        </w:rPr>
        <w:t xml:space="preserve"> Rektora UR</w:t>
      </w:r>
      <w:r w:rsidR="00CD6897" w:rsidRPr="00C47B29">
        <w:rPr>
          <w:rFonts w:ascii="Times New Roman" w:hAnsi="Times New Roman"/>
          <w:i/>
          <w:sz w:val="24"/>
          <w:szCs w:val="24"/>
        </w:rPr>
        <w:t xml:space="preserve"> nr </w:t>
      </w:r>
      <w:r w:rsidR="00F17567" w:rsidRPr="00C47B29">
        <w:rPr>
          <w:rFonts w:ascii="Times New Roman" w:hAnsi="Times New Roman"/>
          <w:i/>
          <w:sz w:val="24"/>
          <w:szCs w:val="24"/>
        </w:rPr>
        <w:t>12/2019</w:t>
      </w:r>
    </w:p>
    <w:p w14:paraId="2298FDC9" w14:textId="77777777" w:rsidR="00DB7367" w:rsidRPr="00C47B29" w:rsidRDefault="00DB7367" w:rsidP="00DB7367">
      <w:pPr>
        <w:pStyle w:val="Tekstpodstawowy"/>
        <w:jc w:val="right"/>
        <w:rPr>
          <w:rFonts w:ascii="Times New Roman" w:hAnsi="Times New Roman"/>
          <w:i/>
          <w:sz w:val="24"/>
          <w:szCs w:val="24"/>
        </w:rPr>
      </w:pPr>
    </w:p>
    <w:p w14:paraId="2A710A70" w14:textId="3731E850" w:rsidR="0085747A" w:rsidRPr="00C47B29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C47B29">
        <w:rPr>
          <w:rFonts w:ascii="Times New Roman" w:hAnsi="Times New Roman"/>
          <w:b/>
          <w:smallCaps/>
          <w:sz w:val="24"/>
          <w:szCs w:val="24"/>
        </w:rPr>
        <w:t>SYLABUS</w:t>
      </w:r>
      <w:r w:rsidR="00DB7367">
        <w:rPr>
          <w:rFonts w:ascii="Times New Roman" w:hAnsi="Times New Roman"/>
          <w:b/>
          <w:smallCaps/>
          <w:sz w:val="24"/>
          <w:szCs w:val="24"/>
        </w:rPr>
        <w:t xml:space="preserve"> </w:t>
      </w:r>
    </w:p>
    <w:p w14:paraId="13FA8FEC" w14:textId="24F664C2" w:rsidR="0085747A" w:rsidRDefault="0071620A" w:rsidP="00DB7367">
      <w:pPr>
        <w:spacing w:after="0" w:line="240" w:lineRule="exact"/>
        <w:jc w:val="center"/>
        <w:rPr>
          <w:rFonts w:ascii="Times New Roman" w:hAnsi="Times New Roman"/>
          <w:smallCaps/>
          <w:sz w:val="24"/>
          <w:szCs w:val="24"/>
        </w:rPr>
      </w:pPr>
      <w:r w:rsidRPr="00C47B29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C47B29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FD3164" w:rsidRPr="00DB7367">
        <w:rPr>
          <w:rFonts w:ascii="Times New Roman" w:hAnsi="Times New Roman"/>
          <w:smallCaps/>
          <w:sz w:val="24"/>
          <w:szCs w:val="24"/>
        </w:rPr>
        <w:t>202</w:t>
      </w:r>
      <w:r w:rsidR="00DB7367" w:rsidRPr="00DB7367">
        <w:rPr>
          <w:rFonts w:ascii="Times New Roman" w:hAnsi="Times New Roman"/>
          <w:smallCaps/>
          <w:sz w:val="24"/>
          <w:szCs w:val="24"/>
        </w:rPr>
        <w:t>3</w:t>
      </w:r>
      <w:r w:rsidR="00FD3164" w:rsidRPr="00DB7367">
        <w:rPr>
          <w:rFonts w:ascii="Times New Roman" w:hAnsi="Times New Roman"/>
          <w:smallCaps/>
          <w:sz w:val="24"/>
          <w:szCs w:val="24"/>
        </w:rPr>
        <w:t>-202</w:t>
      </w:r>
      <w:r w:rsidR="00DB7367" w:rsidRPr="00DB7367">
        <w:rPr>
          <w:rFonts w:ascii="Times New Roman" w:hAnsi="Times New Roman"/>
          <w:smallCaps/>
          <w:sz w:val="24"/>
          <w:szCs w:val="24"/>
        </w:rPr>
        <w:t>8</w:t>
      </w:r>
    </w:p>
    <w:p w14:paraId="10AA0CC6" w14:textId="77777777" w:rsidR="00DB7367" w:rsidRPr="00DB7367" w:rsidRDefault="00DB7367" w:rsidP="00DB7367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0E700BC8" w14:textId="2A397854" w:rsidR="00445970" w:rsidRPr="00C47B29" w:rsidRDefault="00445970" w:rsidP="007A0E39">
      <w:pPr>
        <w:pStyle w:val="Tekstpodstawowyzwciciem"/>
        <w:jc w:val="center"/>
        <w:rPr>
          <w:rFonts w:ascii="Times New Roman" w:hAnsi="Times New Roman"/>
          <w:sz w:val="24"/>
          <w:szCs w:val="24"/>
        </w:rPr>
      </w:pPr>
      <w:r w:rsidRPr="00C47B29">
        <w:rPr>
          <w:rFonts w:ascii="Times New Roman" w:hAnsi="Times New Roman"/>
          <w:sz w:val="24"/>
          <w:szCs w:val="24"/>
        </w:rPr>
        <w:t>R</w:t>
      </w:r>
      <w:r w:rsidR="00DB7367">
        <w:rPr>
          <w:rFonts w:ascii="Times New Roman" w:hAnsi="Times New Roman"/>
          <w:sz w:val="24"/>
          <w:szCs w:val="24"/>
        </w:rPr>
        <w:t>ok akademicki</w:t>
      </w:r>
      <w:r w:rsidRPr="00C47B29">
        <w:rPr>
          <w:rFonts w:ascii="Times New Roman" w:hAnsi="Times New Roman"/>
          <w:sz w:val="24"/>
          <w:szCs w:val="24"/>
        </w:rPr>
        <w:t xml:space="preserve"> </w:t>
      </w:r>
      <w:r w:rsidR="00DB7367">
        <w:rPr>
          <w:rFonts w:ascii="Times New Roman" w:hAnsi="Times New Roman"/>
          <w:sz w:val="24"/>
          <w:szCs w:val="24"/>
        </w:rPr>
        <w:t>2024-2025</w:t>
      </w:r>
    </w:p>
    <w:p w14:paraId="12F5803B" w14:textId="77777777" w:rsidR="0085747A" w:rsidRPr="00C47B29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C47B29">
        <w:rPr>
          <w:szCs w:val="24"/>
        </w:rPr>
        <w:t xml:space="preserve">1. </w:t>
      </w:r>
      <w:r w:rsidR="0085747A" w:rsidRPr="00C47B29">
        <w:rPr>
          <w:szCs w:val="24"/>
        </w:rPr>
        <w:t xml:space="preserve">Podstawowe </w:t>
      </w:r>
      <w:r w:rsidR="00445970" w:rsidRPr="00C47B29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47B29" w14:paraId="7DC0BC7A" w14:textId="77777777" w:rsidTr="00855D9F">
        <w:tc>
          <w:tcPr>
            <w:tcW w:w="2694" w:type="dxa"/>
            <w:vAlign w:val="center"/>
          </w:tcPr>
          <w:p w14:paraId="6F452548" w14:textId="77777777" w:rsidR="0085747A" w:rsidRPr="00C47B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47B29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B430CB" w14:textId="19788219" w:rsidR="0085747A" w:rsidRPr="00DB7367" w:rsidRDefault="00855D9F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DB7367">
              <w:rPr>
                <w:sz w:val="24"/>
                <w:szCs w:val="24"/>
              </w:rPr>
              <w:t xml:space="preserve">Psychologia </w:t>
            </w:r>
            <w:r w:rsidR="001B41AB" w:rsidRPr="00DB7367">
              <w:rPr>
                <w:sz w:val="24"/>
                <w:szCs w:val="24"/>
              </w:rPr>
              <w:t>międzykulturowa</w:t>
            </w:r>
          </w:p>
        </w:tc>
      </w:tr>
      <w:tr w:rsidR="0085747A" w:rsidRPr="00C47B29" w14:paraId="3AE289ED" w14:textId="77777777" w:rsidTr="00855D9F">
        <w:tc>
          <w:tcPr>
            <w:tcW w:w="2694" w:type="dxa"/>
            <w:vAlign w:val="center"/>
          </w:tcPr>
          <w:p w14:paraId="660B8144" w14:textId="77777777" w:rsidR="0085747A" w:rsidRPr="00C47B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47B29">
              <w:rPr>
                <w:sz w:val="24"/>
                <w:szCs w:val="24"/>
              </w:rPr>
              <w:t>Kod przedmiotu</w:t>
            </w:r>
            <w:r w:rsidR="0085747A" w:rsidRPr="00C47B29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6AEBBD" w14:textId="77777777" w:rsidR="0085747A" w:rsidRPr="00C47B29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C47B29" w14:paraId="2ED360D8" w14:textId="77777777" w:rsidTr="00855D9F">
        <w:tc>
          <w:tcPr>
            <w:tcW w:w="2694" w:type="dxa"/>
            <w:vAlign w:val="center"/>
          </w:tcPr>
          <w:p w14:paraId="1FD221E4" w14:textId="77777777" w:rsidR="0085747A" w:rsidRPr="00C47B29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C47B29">
              <w:rPr>
                <w:sz w:val="24"/>
                <w:szCs w:val="24"/>
              </w:rPr>
              <w:t>nazwa</w:t>
            </w:r>
            <w:r w:rsidR="00C05F44" w:rsidRPr="00C47B29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6AE4AB" w14:textId="6B1BEE1E" w:rsidR="0085747A" w:rsidRPr="00C47B29" w:rsidRDefault="00855D9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47B29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5D9F" w:rsidRPr="00C47B29" w14:paraId="5E16E493" w14:textId="77777777" w:rsidTr="00855D9F">
        <w:tc>
          <w:tcPr>
            <w:tcW w:w="2694" w:type="dxa"/>
            <w:vAlign w:val="center"/>
          </w:tcPr>
          <w:p w14:paraId="7E370772" w14:textId="77777777" w:rsidR="00855D9F" w:rsidRPr="00C47B29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47B29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259D79" w14:textId="7EA798C2" w:rsidR="00855D9F" w:rsidRPr="00C47B29" w:rsidRDefault="000E10C9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47B29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5D9F" w:rsidRPr="00C47B29" w14:paraId="2254FC66" w14:textId="77777777" w:rsidTr="00855D9F">
        <w:tc>
          <w:tcPr>
            <w:tcW w:w="2694" w:type="dxa"/>
            <w:vAlign w:val="center"/>
          </w:tcPr>
          <w:p w14:paraId="2F4BCF65" w14:textId="77777777" w:rsidR="00855D9F" w:rsidRPr="00C47B29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47B29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601010" w14:textId="19D0E0DD" w:rsidR="00855D9F" w:rsidRPr="00C47B29" w:rsidRDefault="00855D9F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47B29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5D9F" w:rsidRPr="00C47B29" w14:paraId="61197DC0" w14:textId="77777777" w:rsidTr="00855D9F">
        <w:tc>
          <w:tcPr>
            <w:tcW w:w="2694" w:type="dxa"/>
            <w:vAlign w:val="center"/>
          </w:tcPr>
          <w:p w14:paraId="31638C94" w14:textId="77777777" w:rsidR="00855D9F" w:rsidRPr="00C47B29" w:rsidRDefault="00855D9F" w:rsidP="0046431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47B29">
              <w:rPr>
                <w:b w:val="0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14D418" w14:textId="0BBE4187" w:rsidR="00855D9F" w:rsidRPr="00C47B29" w:rsidRDefault="007A0E39" w:rsidP="0046431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464315" w:rsidRPr="00C47B29">
              <w:rPr>
                <w:b w:val="0"/>
                <w:sz w:val="24"/>
                <w:szCs w:val="24"/>
              </w:rPr>
              <w:t>tudia jednolite magisterskie</w:t>
            </w:r>
          </w:p>
        </w:tc>
      </w:tr>
      <w:tr w:rsidR="00855D9F" w:rsidRPr="00C47B29" w14:paraId="48C757DC" w14:textId="77777777" w:rsidTr="00855D9F">
        <w:tc>
          <w:tcPr>
            <w:tcW w:w="2694" w:type="dxa"/>
            <w:vAlign w:val="center"/>
          </w:tcPr>
          <w:p w14:paraId="29FA1135" w14:textId="77777777" w:rsidR="00855D9F" w:rsidRPr="00C47B29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47B29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72EBA7" w14:textId="202BA9FB" w:rsidR="00855D9F" w:rsidRPr="00C47B29" w:rsidRDefault="007A0E39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55D9F" w:rsidRPr="00C47B29">
              <w:rPr>
                <w:b w:val="0"/>
                <w:sz w:val="24"/>
                <w:szCs w:val="24"/>
              </w:rPr>
              <w:t>raktyczny</w:t>
            </w:r>
          </w:p>
        </w:tc>
      </w:tr>
      <w:tr w:rsidR="00855D9F" w:rsidRPr="00C47B29" w14:paraId="0BB6DB0B" w14:textId="77777777" w:rsidTr="00855D9F">
        <w:tc>
          <w:tcPr>
            <w:tcW w:w="2694" w:type="dxa"/>
            <w:vAlign w:val="center"/>
          </w:tcPr>
          <w:p w14:paraId="228265DF" w14:textId="77777777" w:rsidR="00855D9F" w:rsidRPr="00C47B29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47B29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8AD268" w14:textId="2BC01341" w:rsidR="00855D9F" w:rsidRPr="00C47B29" w:rsidRDefault="007A0E39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855D9F" w:rsidRPr="00C47B29">
              <w:rPr>
                <w:b w:val="0"/>
                <w:sz w:val="24"/>
                <w:szCs w:val="24"/>
              </w:rPr>
              <w:t>tacjonarn</w:t>
            </w:r>
            <w:r>
              <w:rPr>
                <w:b w:val="0"/>
                <w:sz w:val="24"/>
                <w:szCs w:val="24"/>
              </w:rPr>
              <w:t>a</w:t>
            </w:r>
          </w:p>
        </w:tc>
      </w:tr>
      <w:tr w:rsidR="00855D9F" w:rsidRPr="00C47B29" w14:paraId="710A3807" w14:textId="77777777" w:rsidTr="00855D9F">
        <w:tc>
          <w:tcPr>
            <w:tcW w:w="2694" w:type="dxa"/>
            <w:vAlign w:val="center"/>
          </w:tcPr>
          <w:p w14:paraId="00FDE0D5" w14:textId="77777777" w:rsidR="00855D9F" w:rsidRPr="00C47B29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47B29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6A708D2" w14:textId="4F08D2C1" w:rsidR="00855D9F" w:rsidRPr="00C47B29" w:rsidRDefault="0035277D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47B29">
              <w:rPr>
                <w:b w:val="0"/>
                <w:sz w:val="24"/>
                <w:szCs w:val="24"/>
              </w:rPr>
              <w:t>II</w:t>
            </w:r>
            <w:r w:rsidR="00DB7367">
              <w:rPr>
                <w:b w:val="0"/>
                <w:sz w:val="24"/>
                <w:szCs w:val="24"/>
              </w:rPr>
              <w:t xml:space="preserve"> </w:t>
            </w:r>
            <w:r w:rsidR="00393424" w:rsidRPr="00C47B29">
              <w:rPr>
                <w:b w:val="0"/>
                <w:sz w:val="24"/>
                <w:szCs w:val="24"/>
              </w:rPr>
              <w:t>rok</w:t>
            </w:r>
            <w:r w:rsidR="00DB7367">
              <w:rPr>
                <w:b w:val="0"/>
                <w:sz w:val="24"/>
                <w:szCs w:val="24"/>
              </w:rPr>
              <w:t xml:space="preserve">, 4 </w:t>
            </w:r>
            <w:r w:rsidR="00393424" w:rsidRPr="00C47B29">
              <w:rPr>
                <w:b w:val="0"/>
                <w:sz w:val="24"/>
                <w:szCs w:val="24"/>
              </w:rPr>
              <w:t>semestr</w:t>
            </w:r>
          </w:p>
        </w:tc>
      </w:tr>
      <w:tr w:rsidR="00855D9F" w:rsidRPr="00C47B29" w14:paraId="40DE4EB8" w14:textId="77777777" w:rsidTr="00855D9F">
        <w:tc>
          <w:tcPr>
            <w:tcW w:w="2694" w:type="dxa"/>
            <w:vAlign w:val="center"/>
          </w:tcPr>
          <w:p w14:paraId="301464C9" w14:textId="77777777" w:rsidR="00855D9F" w:rsidRPr="00C47B29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47B29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6B3509" w14:textId="6C92A9CD" w:rsidR="00855D9F" w:rsidRPr="00C47B29" w:rsidRDefault="00DB7367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kierunkowego</w:t>
            </w:r>
            <w:r w:rsidR="007A0E39">
              <w:rPr>
                <w:b w:val="0"/>
                <w:sz w:val="24"/>
                <w:szCs w:val="24"/>
              </w:rPr>
              <w:t xml:space="preserve"> do wyboru</w:t>
            </w:r>
          </w:p>
        </w:tc>
      </w:tr>
      <w:tr w:rsidR="00855D9F" w:rsidRPr="00C47B29" w14:paraId="7A8F0AF7" w14:textId="77777777" w:rsidTr="00855D9F">
        <w:tc>
          <w:tcPr>
            <w:tcW w:w="2694" w:type="dxa"/>
            <w:vAlign w:val="center"/>
          </w:tcPr>
          <w:p w14:paraId="2B7EC861" w14:textId="77777777" w:rsidR="00855D9F" w:rsidRPr="00C47B29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47B29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D9FB6B" w14:textId="38A919B3" w:rsidR="00855D9F" w:rsidRPr="00C47B29" w:rsidRDefault="007A0E39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55D9F" w:rsidRPr="00C47B29">
              <w:rPr>
                <w:b w:val="0"/>
                <w:sz w:val="24"/>
                <w:szCs w:val="24"/>
              </w:rPr>
              <w:t>olski</w:t>
            </w:r>
          </w:p>
        </w:tc>
      </w:tr>
      <w:tr w:rsidR="00855D9F" w:rsidRPr="00C47B29" w14:paraId="78FC91E7" w14:textId="77777777" w:rsidTr="00855D9F">
        <w:tc>
          <w:tcPr>
            <w:tcW w:w="2694" w:type="dxa"/>
            <w:vAlign w:val="center"/>
          </w:tcPr>
          <w:p w14:paraId="5CA4906D" w14:textId="77777777" w:rsidR="00855D9F" w:rsidRPr="00C47B29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47B29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45989D" w14:textId="34A576E8" w:rsidR="00855D9F" w:rsidRPr="00C47B29" w:rsidRDefault="007A0E39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855D9F" w:rsidRPr="00C47B29">
              <w:rPr>
                <w:b w:val="0"/>
                <w:sz w:val="24"/>
                <w:szCs w:val="24"/>
              </w:rPr>
              <w:t>r hab. Andrzej Łukasik, prof. UR</w:t>
            </w:r>
          </w:p>
        </w:tc>
      </w:tr>
      <w:tr w:rsidR="00855D9F" w:rsidRPr="00C47B29" w14:paraId="5874F4FD" w14:textId="77777777" w:rsidTr="00855D9F">
        <w:tc>
          <w:tcPr>
            <w:tcW w:w="2694" w:type="dxa"/>
            <w:vAlign w:val="center"/>
          </w:tcPr>
          <w:p w14:paraId="0C764714" w14:textId="77777777" w:rsidR="00855D9F" w:rsidRPr="00C47B29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C47B29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917CFE" w14:textId="139A714B" w:rsidR="00855D9F" w:rsidRPr="00C47B29" w:rsidRDefault="007A0E39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7566C0" w:rsidRPr="00C47B29">
              <w:rPr>
                <w:b w:val="0"/>
                <w:sz w:val="24"/>
                <w:szCs w:val="24"/>
              </w:rPr>
              <w:t>r hab. Andrzej Łukasik, prof. UR</w:t>
            </w:r>
          </w:p>
        </w:tc>
      </w:tr>
    </w:tbl>
    <w:p w14:paraId="19E76A26" w14:textId="77777777" w:rsidR="0085747A" w:rsidRPr="00C47B29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C47B29">
        <w:rPr>
          <w:sz w:val="24"/>
          <w:szCs w:val="24"/>
        </w:rPr>
        <w:t xml:space="preserve">* </w:t>
      </w:r>
      <w:r w:rsidRPr="00C47B29">
        <w:rPr>
          <w:i/>
          <w:sz w:val="24"/>
          <w:szCs w:val="24"/>
        </w:rPr>
        <w:t>-</w:t>
      </w:r>
      <w:r w:rsidR="00B90885" w:rsidRPr="00C47B29">
        <w:rPr>
          <w:b w:val="0"/>
          <w:i/>
          <w:sz w:val="24"/>
          <w:szCs w:val="24"/>
        </w:rPr>
        <w:t>opcjonalni</w:t>
      </w:r>
      <w:r w:rsidR="00B90885" w:rsidRPr="00C47B29">
        <w:rPr>
          <w:b w:val="0"/>
          <w:sz w:val="24"/>
          <w:szCs w:val="24"/>
        </w:rPr>
        <w:t>e,</w:t>
      </w:r>
      <w:r w:rsidRPr="00C47B29">
        <w:rPr>
          <w:i/>
          <w:sz w:val="24"/>
          <w:szCs w:val="24"/>
        </w:rPr>
        <w:t xml:space="preserve"> </w:t>
      </w:r>
      <w:r w:rsidRPr="00C47B29">
        <w:rPr>
          <w:b w:val="0"/>
          <w:i/>
          <w:sz w:val="24"/>
          <w:szCs w:val="24"/>
        </w:rPr>
        <w:t xml:space="preserve">zgodnie z ustaleniami </w:t>
      </w:r>
      <w:r w:rsidR="00B90885" w:rsidRPr="00C47B29">
        <w:rPr>
          <w:b w:val="0"/>
          <w:i/>
          <w:sz w:val="24"/>
          <w:szCs w:val="24"/>
        </w:rPr>
        <w:t>w Jednostce</w:t>
      </w:r>
    </w:p>
    <w:p w14:paraId="5DDFFE48" w14:textId="77777777" w:rsidR="00923D7D" w:rsidRPr="00C47B29" w:rsidRDefault="00923D7D" w:rsidP="009C54AE">
      <w:pPr>
        <w:pStyle w:val="Podpunkty"/>
        <w:ind w:left="0"/>
        <w:rPr>
          <w:sz w:val="24"/>
          <w:szCs w:val="24"/>
        </w:rPr>
      </w:pPr>
    </w:p>
    <w:p w14:paraId="752AFF1F" w14:textId="77777777" w:rsidR="0085747A" w:rsidRPr="00C47B29" w:rsidRDefault="0085747A" w:rsidP="009C54AE">
      <w:pPr>
        <w:pStyle w:val="Podpunkty"/>
        <w:ind w:left="284"/>
        <w:rPr>
          <w:sz w:val="24"/>
          <w:szCs w:val="24"/>
        </w:rPr>
      </w:pPr>
      <w:r w:rsidRPr="00C47B29">
        <w:rPr>
          <w:sz w:val="24"/>
          <w:szCs w:val="24"/>
        </w:rPr>
        <w:t>1.</w:t>
      </w:r>
      <w:r w:rsidR="00E22FBC" w:rsidRPr="00C47B29">
        <w:rPr>
          <w:sz w:val="24"/>
          <w:szCs w:val="24"/>
        </w:rPr>
        <w:t>1</w:t>
      </w:r>
      <w:r w:rsidRPr="00C47B29">
        <w:rPr>
          <w:sz w:val="24"/>
          <w:szCs w:val="24"/>
        </w:rPr>
        <w:t xml:space="preserve">.Formy zajęć dydaktycznych, wymiar godzin i punktów ECTS </w:t>
      </w:r>
    </w:p>
    <w:p w14:paraId="0D8A48D8" w14:textId="77777777" w:rsidR="00923D7D" w:rsidRPr="00C47B29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C47B29" w14:paraId="5E74539D" w14:textId="77777777" w:rsidTr="007A0E39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2E42" w14:textId="77777777" w:rsidR="00015B8F" w:rsidRPr="00C47B2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47B29">
              <w:rPr>
                <w:szCs w:val="24"/>
              </w:rPr>
              <w:t>Semestr</w:t>
            </w:r>
          </w:p>
          <w:p w14:paraId="1A105EC3" w14:textId="77777777" w:rsidR="00015B8F" w:rsidRPr="00C47B29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47B29">
              <w:rPr>
                <w:szCs w:val="24"/>
              </w:rPr>
              <w:t>(</w:t>
            </w:r>
            <w:r w:rsidR="00363F78" w:rsidRPr="00C47B29">
              <w:rPr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02EF1" w14:textId="77777777" w:rsidR="00015B8F" w:rsidRPr="00C47B2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47B29">
              <w:rPr>
                <w:szCs w:val="24"/>
              </w:rPr>
              <w:t>Wykł</w:t>
            </w:r>
            <w:proofErr w:type="spellEnd"/>
            <w:r w:rsidRPr="00C47B29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8DB1" w14:textId="77777777" w:rsidR="00015B8F" w:rsidRPr="00C47B2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47B29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9BDB4" w14:textId="77777777" w:rsidR="00015B8F" w:rsidRPr="00C47B2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47B29">
              <w:rPr>
                <w:szCs w:val="24"/>
              </w:rPr>
              <w:t>Konw</w:t>
            </w:r>
            <w:proofErr w:type="spellEnd"/>
            <w:r w:rsidRPr="00C47B29">
              <w:rPr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981B" w14:textId="77777777" w:rsidR="00015B8F" w:rsidRPr="00C47B2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47B29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04FF" w14:textId="77777777" w:rsidR="00015B8F" w:rsidRPr="00C47B2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47B29">
              <w:rPr>
                <w:szCs w:val="24"/>
              </w:rPr>
              <w:t>Sem</w:t>
            </w:r>
            <w:proofErr w:type="spellEnd"/>
            <w:r w:rsidRPr="00C47B29">
              <w:rPr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B8587" w14:textId="77777777" w:rsidR="00015B8F" w:rsidRPr="00C47B2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47B29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4C2F" w14:textId="77777777" w:rsidR="00015B8F" w:rsidRPr="00C47B2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C47B29">
              <w:rPr>
                <w:szCs w:val="24"/>
              </w:rPr>
              <w:t>Prakt</w:t>
            </w:r>
            <w:proofErr w:type="spellEnd"/>
            <w:r w:rsidRPr="00C47B29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D6D21" w14:textId="77777777" w:rsidR="00015B8F" w:rsidRPr="00C47B29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C47B29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084D2" w14:textId="77777777" w:rsidR="00015B8F" w:rsidRPr="00C47B29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C47B29">
              <w:rPr>
                <w:b/>
                <w:szCs w:val="24"/>
              </w:rPr>
              <w:t>Liczba pkt</w:t>
            </w:r>
            <w:r w:rsidR="00B90885" w:rsidRPr="00C47B29">
              <w:rPr>
                <w:b/>
                <w:szCs w:val="24"/>
              </w:rPr>
              <w:t>.</w:t>
            </w:r>
            <w:r w:rsidRPr="00C47B29">
              <w:rPr>
                <w:b/>
                <w:szCs w:val="24"/>
              </w:rPr>
              <w:t xml:space="preserve"> ECTS</w:t>
            </w:r>
          </w:p>
        </w:tc>
      </w:tr>
      <w:tr w:rsidR="00015B8F" w:rsidRPr="00C47B29" w14:paraId="62572F70" w14:textId="77777777" w:rsidTr="00DB7367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89A75" w14:textId="63E7207B" w:rsidR="00015B8F" w:rsidRPr="00C47B29" w:rsidRDefault="00DB7367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4DF9" w14:textId="1D83EDA5" w:rsidR="00015B8F" w:rsidRPr="00C47B29" w:rsidRDefault="0046431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47B29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30A3" w14:textId="4455D155" w:rsidR="00015B8F" w:rsidRPr="00C47B29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9543" w14:textId="77777777" w:rsidR="00015B8F" w:rsidRPr="00C47B29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0016" w14:textId="77777777" w:rsidR="00015B8F" w:rsidRPr="00C47B29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102D" w14:textId="77777777" w:rsidR="00015B8F" w:rsidRPr="00C47B29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736E" w14:textId="77777777" w:rsidR="00015B8F" w:rsidRPr="00C47B29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F7C9" w14:textId="77777777" w:rsidR="00015B8F" w:rsidRPr="00C47B29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B609" w14:textId="77777777" w:rsidR="00015B8F" w:rsidRPr="00C47B29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2CD8" w14:textId="0880EE52" w:rsidR="00015B8F" w:rsidRPr="00C47B29" w:rsidRDefault="0045048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C47B29">
              <w:rPr>
                <w:sz w:val="24"/>
                <w:szCs w:val="24"/>
              </w:rPr>
              <w:t>3</w:t>
            </w:r>
          </w:p>
        </w:tc>
      </w:tr>
    </w:tbl>
    <w:p w14:paraId="3604B145" w14:textId="77777777" w:rsidR="00923D7D" w:rsidRPr="00C47B29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D117762" w14:textId="77777777" w:rsidR="00923D7D" w:rsidRPr="00C47B29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521DEA34" w14:textId="77777777" w:rsidR="0085747A" w:rsidRPr="00C47B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C47B29">
        <w:rPr>
          <w:smallCaps w:val="0"/>
          <w:szCs w:val="24"/>
        </w:rPr>
        <w:t>1.</w:t>
      </w:r>
      <w:r w:rsidR="00E22FBC" w:rsidRPr="00C47B29">
        <w:rPr>
          <w:smallCaps w:val="0"/>
          <w:szCs w:val="24"/>
        </w:rPr>
        <w:t>2</w:t>
      </w:r>
      <w:r w:rsidR="00F83B28" w:rsidRPr="00C47B29">
        <w:rPr>
          <w:smallCaps w:val="0"/>
          <w:szCs w:val="24"/>
        </w:rPr>
        <w:t>.</w:t>
      </w:r>
      <w:r w:rsidR="00F83B28" w:rsidRPr="00C47B29">
        <w:rPr>
          <w:smallCaps w:val="0"/>
          <w:szCs w:val="24"/>
        </w:rPr>
        <w:tab/>
      </w:r>
      <w:r w:rsidRPr="00C47B29">
        <w:rPr>
          <w:smallCaps w:val="0"/>
          <w:szCs w:val="24"/>
        </w:rPr>
        <w:t xml:space="preserve">Sposób realizacji zajęć  </w:t>
      </w:r>
    </w:p>
    <w:p w14:paraId="60AEB39E" w14:textId="035AFC85" w:rsidR="0085747A" w:rsidRPr="00C47B29" w:rsidRDefault="007A0E39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7A0E39">
        <w:rPr>
          <w:rFonts w:eastAsia="MS Gothic"/>
          <w:b w:val="0"/>
          <w:szCs w:val="24"/>
          <w:u w:val="single"/>
        </w:rPr>
        <w:t>X</w:t>
      </w:r>
      <w:r w:rsidR="0085747A" w:rsidRPr="00C47B29">
        <w:rPr>
          <w:b w:val="0"/>
          <w:smallCaps w:val="0"/>
          <w:szCs w:val="24"/>
          <w:u w:val="single"/>
        </w:rPr>
        <w:t xml:space="preserve"> zajęcia w formie tradycyjnej </w:t>
      </w:r>
    </w:p>
    <w:p w14:paraId="292D8F5D" w14:textId="77777777" w:rsidR="0085747A" w:rsidRPr="00C47B29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C47B29">
        <w:rPr>
          <w:rFonts w:ascii="Segoe UI Symbol" w:eastAsia="MS Gothic" w:hAnsi="Segoe UI Symbol" w:cs="Segoe UI Symbol"/>
          <w:b w:val="0"/>
          <w:szCs w:val="24"/>
        </w:rPr>
        <w:t>☐</w:t>
      </w:r>
      <w:r w:rsidRPr="00C47B29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E1A9E4" w14:textId="77777777" w:rsidR="0085747A" w:rsidRPr="00C47B29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7558F418" w14:textId="18F28967" w:rsidR="00464315" w:rsidRPr="00DB736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C47B29">
        <w:rPr>
          <w:smallCaps w:val="0"/>
          <w:szCs w:val="24"/>
        </w:rPr>
        <w:t xml:space="preserve">1.3 </w:t>
      </w:r>
      <w:r w:rsidR="00F83B28" w:rsidRPr="00C47B29">
        <w:rPr>
          <w:smallCaps w:val="0"/>
          <w:szCs w:val="24"/>
        </w:rPr>
        <w:tab/>
      </w:r>
      <w:r w:rsidRPr="00C47B29">
        <w:rPr>
          <w:smallCaps w:val="0"/>
          <w:szCs w:val="24"/>
        </w:rPr>
        <w:t>For</w:t>
      </w:r>
      <w:r w:rsidR="00445970" w:rsidRPr="00C47B29">
        <w:rPr>
          <w:smallCaps w:val="0"/>
          <w:szCs w:val="24"/>
        </w:rPr>
        <w:t xml:space="preserve">ma zaliczenia przedmiotu </w:t>
      </w:r>
      <w:r w:rsidR="00DB7367">
        <w:rPr>
          <w:smallCaps w:val="0"/>
          <w:szCs w:val="24"/>
        </w:rPr>
        <w:t xml:space="preserve">(z toku): </w:t>
      </w:r>
      <w:r w:rsidR="00DB7367">
        <w:rPr>
          <w:b w:val="0"/>
          <w:smallCaps w:val="0"/>
          <w:szCs w:val="24"/>
        </w:rPr>
        <w:t>zaliczenie bez oceny</w:t>
      </w:r>
    </w:p>
    <w:p w14:paraId="144C9809" w14:textId="77777777" w:rsidR="00E960BB" w:rsidRPr="00C47B29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59715B13" w14:textId="77777777" w:rsidR="00E960BB" w:rsidRPr="00C47B29" w:rsidRDefault="0085747A" w:rsidP="009C54AE">
      <w:pPr>
        <w:pStyle w:val="Punktygwne"/>
        <w:spacing w:before="0" w:after="0"/>
        <w:rPr>
          <w:szCs w:val="24"/>
        </w:rPr>
      </w:pPr>
      <w:r w:rsidRPr="00C47B29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47B29" w14:paraId="075B27D5" w14:textId="77777777" w:rsidTr="00745302">
        <w:tc>
          <w:tcPr>
            <w:tcW w:w="9670" w:type="dxa"/>
          </w:tcPr>
          <w:p w14:paraId="12FCCD42" w14:textId="00F8F8E2" w:rsidR="0085747A" w:rsidRPr="00C47B29" w:rsidRDefault="004427EF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Zainteresowanie problematyką psychologii międzykulturowej.</w:t>
            </w:r>
          </w:p>
        </w:tc>
      </w:tr>
    </w:tbl>
    <w:p w14:paraId="4F13DB76" w14:textId="77777777" w:rsidR="00153C41" w:rsidRPr="00C47B29" w:rsidRDefault="00153C41" w:rsidP="009C54AE">
      <w:pPr>
        <w:pStyle w:val="Punktygwne"/>
        <w:spacing w:before="0" w:after="0"/>
        <w:rPr>
          <w:szCs w:val="24"/>
        </w:rPr>
      </w:pPr>
    </w:p>
    <w:p w14:paraId="47D729D7" w14:textId="7A29E020" w:rsidR="0085747A" w:rsidRPr="00C47B29" w:rsidRDefault="0071620A" w:rsidP="009C54AE">
      <w:pPr>
        <w:pStyle w:val="Punktygwne"/>
        <w:spacing w:before="0" w:after="0"/>
        <w:rPr>
          <w:szCs w:val="24"/>
        </w:rPr>
      </w:pPr>
      <w:r w:rsidRPr="00C47B29">
        <w:rPr>
          <w:szCs w:val="24"/>
        </w:rPr>
        <w:t>3.</w:t>
      </w:r>
      <w:r w:rsidR="0085747A" w:rsidRPr="00C47B29">
        <w:rPr>
          <w:szCs w:val="24"/>
        </w:rPr>
        <w:t xml:space="preserve"> </w:t>
      </w:r>
      <w:r w:rsidR="00A84C85" w:rsidRPr="00C47B29">
        <w:rPr>
          <w:szCs w:val="24"/>
        </w:rPr>
        <w:t>cele, efekty uczenia się</w:t>
      </w:r>
      <w:r w:rsidR="0085747A" w:rsidRPr="00C47B29">
        <w:rPr>
          <w:szCs w:val="24"/>
        </w:rPr>
        <w:t>, treści Programowe i stosowane metody Dydaktyczne</w:t>
      </w:r>
    </w:p>
    <w:p w14:paraId="246CED22" w14:textId="77777777" w:rsidR="0085747A" w:rsidRPr="00C47B29" w:rsidRDefault="0085747A" w:rsidP="009C54AE">
      <w:pPr>
        <w:pStyle w:val="Punktygwne"/>
        <w:spacing w:before="0" w:after="0"/>
        <w:rPr>
          <w:szCs w:val="24"/>
        </w:rPr>
      </w:pPr>
    </w:p>
    <w:p w14:paraId="01D1E488" w14:textId="77777777" w:rsidR="0085747A" w:rsidRPr="00C47B29" w:rsidRDefault="0071620A" w:rsidP="009C54AE">
      <w:pPr>
        <w:pStyle w:val="Podpunkty"/>
        <w:rPr>
          <w:sz w:val="24"/>
          <w:szCs w:val="24"/>
        </w:rPr>
      </w:pPr>
      <w:r w:rsidRPr="00C47B29">
        <w:rPr>
          <w:sz w:val="24"/>
          <w:szCs w:val="24"/>
        </w:rPr>
        <w:t xml:space="preserve">3.1 </w:t>
      </w:r>
      <w:r w:rsidR="00C05F44" w:rsidRPr="00C47B29">
        <w:rPr>
          <w:sz w:val="24"/>
          <w:szCs w:val="24"/>
        </w:rPr>
        <w:t>Cele przedmiotu</w:t>
      </w:r>
    </w:p>
    <w:p w14:paraId="6C38EB34" w14:textId="77777777" w:rsidR="00F83B28" w:rsidRPr="00C47B29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C47B29" w14:paraId="5D308698" w14:textId="77777777" w:rsidTr="002E0E78">
        <w:tc>
          <w:tcPr>
            <w:tcW w:w="844" w:type="dxa"/>
            <w:vAlign w:val="center"/>
          </w:tcPr>
          <w:p w14:paraId="5EA413C4" w14:textId="77777777" w:rsidR="0085747A" w:rsidRPr="00C47B29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47B29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579729EE" w14:textId="09609AA7" w:rsidR="0085747A" w:rsidRPr="00C47B29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47B29">
              <w:rPr>
                <w:b w:val="0"/>
                <w:sz w:val="24"/>
                <w:szCs w:val="24"/>
              </w:rPr>
              <w:t xml:space="preserve">Dostarczanie </w:t>
            </w:r>
            <w:r w:rsidR="009C509A">
              <w:rPr>
                <w:b w:val="0"/>
                <w:sz w:val="24"/>
                <w:szCs w:val="24"/>
              </w:rPr>
              <w:t xml:space="preserve">pogłębionej </w:t>
            </w:r>
            <w:r w:rsidRPr="00C47B29">
              <w:rPr>
                <w:b w:val="0"/>
                <w:sz w:val="24"/>
                <w:szCs w:val="24"/>
              </w:rPr>
              <w:t xml:space="preserve">terminologii </w:t>
            </w:r>
            <w:r w:rsidR="00327BFC" w:rsidRPr="00C47B29">
              <w:rPr>
                <w:b w:val="0"/>
                <w:sz w:val="24"/>
                <w:szCs w:val="24"/>
              </w:rPr>
              <w:t>i definicji z zakresu</w:t>
            </w:r>
            <w:r w:rsidR="00672C52" w:rsidRPr="00C47B29">
              <w:rPr>
                <w:b w:val="0"/>
                <w:sz w:val="24"/>
                <w:szCs w:val="24"/>
              </w:rPr>
              <w:t xml:space="preserve"> psychologii </w:t>
            </w:r>
            <w:r w:rsidR="00327BFC" w:rsidRPr="00C47B29">
              <w:rPr>
                <w:b w:val="0"/>
                <w:sz w:val="24"/>
                <w:szCs w:val="24"/>
              </w:rPr>
              <w:t>międzykulturowej</w:t>
            </w:r>
            <w:r w:rsidR="00DB7367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C47B29" w14:paraId="28CE5D29" w14:textId="77777777" w:rsidTr="002E0E78">
        <w:tc>
          <w:tcPr>
            <w:tcW w:w="844" w:type="dxa"/>
            <w:vAlign w:val="center"/>
          </w:tcPr>
          <w:p w14:paraId="570132D6" w14:textId="53504215" w:rsidR="0085747A" w:rsidRPr="00C47B29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47B29">
              <w:rPr>
                <w:b w:val="0"/>
                <w:sz w:val="24"/>
                <w:szCs w:val="24"/>
              </w:rPr>
              <w:t>C</w:t>
            </w:r>
            <w:r w:rsidR="00114DD1" w:rsidRPr="00C47B29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14:paraId="64082DB5" w14:textId="04B85B26" w:rsidR="0085747A" w:rsidRPr="00C47B29" w:rsidRDefault="00327BFC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47B29">
              <w:rPr>
                <w:b w:val="0"/>
                <w:sz w:val="24"/>
                <w:szCs w:val="24"/>
              </w:rPr>
              <w:t xml:space="preserve">Dostarczenie </w:t>
            </w:r>
            <w:r w:rsidR="002B562B" w:rsidRPr="00C47B29">
              <w:rPr>
                <w:b w:val="0"/>
                <w:sz w:val="24"/>
                <w:szCs w:val="24"/>
              </w:rPr>
              <w:t xml:space="preserve">pogłębionej </w:t>
            </w:r>
            <w:r w:rsidRPr="00C47B29">
              <w:rPr>
                <w:b w:val="0"/>
                <w:sz w:val="24"/>
                <w:szCs w:val="24"/>
              </w:rPr>
              <w:t>wiedzy na temat różnic międzykulturowych w odn</w:t>
            </w:r>
            <w:r w:rsidR="00DB7367">
              <w:rPr>
                <w:b w:val="0"/>
                <w:sz w:val="24"/>
                <w:szCs w:val="24"/>
              </w:rPr>
              <w:t xml:space="preserve">iesieniu do poznania, emocji i </w:t>
            </w:r>
            <w:r w:rsidRPr="00C47B29">
              <w:rPr>
                <w:b w:val="0"/>
                <w:sz w:val="24"/>
                <w:szCs w:val="24"/>
              </w:rPr>
              <w:t>aktywności człowieka</w:t>
            </w:r>
            <w:r w:rsidR="002B562B" w:rsidRPr="00C47B29">
              <w:rPr>
                <w:b w:val="0"/>
                <w:sz w:val="24"/>
                <w:szCs w:val="24"/>
              </w:rPr>
              <w:t xml:space="preserve"> oraz ich eksplikacji</w:t>
            </w:r>
            <w:r w:rsidR="00DB7367">
              <w:rPr>
                <w:b w:val="0"/>
                <w:sz w:val="24"/>
                <w:szCs w:val="24"/>
              </w:rPr>
              <w:t>.</w:t>
            </w:r>
          </w:p>
        </w:tc>
      </w:tr>
      <w:tr w:rsidR="00E86CD1" w:rsidRPr="00C47B29" w14:paraId="090A1784" w14:textId="77777777" w:rsidTr="002E0E78">
        <w:tc>
          <w:tcPr>
            <w:tcW w:w="844" w:type="dxa"/>
            <w:vAlign w:val="center"/>
          </w:tcPr>
          <w:p w14:paraId="4D63B6F6" w14:textId="0598E170" w:rsidR="00E86CD1" w:rsidRPr="00C47B29" w:rsidRDefault="00E86C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47B29">
              <w:rPr>
                <w:b w:val="0"/>
                <w:sz w:val="24"/>
                <w:szCs w:val="24"/>
              </w:rPr>
              <w:t>C</w:t>
            </w:r>
            <w:r w:rsidR="00114DD1" w:rsidRPr="00C47B29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056EDC67" w14:textId="2F8D8271" w:rsidR="00E86CD1" w:rsidRPr="00C47B29" w:rsidRDefault="00827B46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47B29">
              <w:rPr>
                <w:b w:val="0"/>
                <w:sz w:val="24"/>
                <w:szCs w:val="24"/>
              </w:rPr>
              <w:t>Zapoznani</w:t>
            </w:r>
            <w:r w:rsidR="00D94ED1" w:rsidRPr="00C47B29">
              <w:rPr>
                <w:b w:val="0"/>
                <w:sz w:val="24"/>
                <w:szCs w:val="24"/>
              </w:rPr>
              <w:t>e</w:t>
            </w:r>
            <w:r w:rsidRPr="00C47B29">
              <w:rPr>
                <w:b w:val="0"/>
                <w:sz w:val="24"/>
                <w:szCs w:val="24"/>
              </w:rPr>
              <w:t xml:space="preserve"> ze złożonością pojęcia „kultura”</w:t>
            </w:r>
            <w:r w:rsidR="00DB7367">
              <w:rPr>
                <w:b w:val="0"/>
                <w:sz w:val="24"/>
                <w:szCs w:val="24"/>
              </w:rPr>
              <w:t>.</w:t>
            </w:r>
          </w:p>
        </w:tc>
      </w:tr>
      <w:tr w:rsidR="00E86CD1" w:rsidRPr="00C47B29" w14:paraId="6934D91E" w14:textId="77777777" w:rsidTr="002E0E78">
        <w:tc>
          <w:tcPr>
            <w:tcW w:w="844" w:type="dxa"/>
            <w:vAlign w:val="center"/>
          </w:tcPr>
          <w:p w14:paraId="5D097564" w14:textId="7596661A" w:rsidR="00E86CD1" w:rsidRPr="00C47B29" w:rsidRDefault="007E3BC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47B29">
              <w:rPr>
                <w:b w:val="0"/>
                <w:sz w:val="24"/>
                <w:szCs w:val="24"/>
              </w:rPr>
              <w:t>C</w:t>
            </w:r>
            <w:r w:rsidR="00114DD1" w:rsidRPr="00C47B29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14:paraId="4EE95A2A" w14:textId="62D20762" w:rsidR="00E86CD1" w:rsidRPr="00C47B29" w:rsidRDefault="00D94E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47B29">
              <w:rPr>
                <w:b w:val="0"/>
                <w:sz w:val="24"/>
                <w:szCs w:val="24"/>
              </w:rPr>
              <w:t>Dylemat: biologia a kultura</w:t>
            </w:r>
            <w:r w:rsidR="00DB7367">
              <w:rPr>
                <w:b w:val="0"/>
                <w:sz w:val="24"/>
                <w:szCs w:val="24"/>
              </w:rPr>
              <w:t>.</w:t>
            </w:r>
          </w:p>
        </w:tc>
      </w:tr>
      <w:tr w:rsidR="00D94ED1" w:rsidRPr="00C47B29" w14:paraId="133D6766" w14:textId="77777777" w:rsidTr="002E0E78">
        <w:tc>
          <w:tcPr>
            <w:tcW w:w="844" w:type="dxa"/>
            <w:vAlign w:val="center"/>
          </w:tcPr>
          <w:p w14:paraId="41F458DA" w14:textId="68391871" w:rsidR="00D94ED1" w:rsidRPr="00C47B29" w:rsidRDefault="00D94E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47B29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14:paraId="5601844D" w14:textId="2E722EBE" w:rsidR="00D94ED1" w:rsidRPr="00C47B29" w:rsidRDefault="00D94E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C47B29">
              <w:rPr>
                <w:b w:val="0"/>
                <w:sz w:val="24"/>
                <w:szCs w:val="24"/>
              </w:rPr>
              <w:t xml:space="preserve">Stymulowanie i rozwój wrażliwości na różnorodność wzorców </w:t>
            </w:r>
            <w:proofErr w:type="spellStart"/>
            <w:r w:rsidRPr="00C47B29">
              <w:rPr>
                <w:b w:val="0"/>
                <w:sz w:val="24"/>
                <w:szCs w:val="24"/>
              </w:rPr>
              <w:t>zachowań</w:t>
            </w:r>
            <w:proofErr w:type="spellEnd"/>
            <w:r w:rsidRPr="00C47B29">
              <w:rPr>
                <w:b w:val="0"/>
                <w:sz w:val="24"/>
                <w:szCs w:val="24"/>
              </w:rPr>
              <w:t xml:space="preserve"> ludzkich</w:t>
            </w:r>
            <w:r w:rsidR="00DB7367">
              <w:rPr>
                <w:b w:val="0"/>
                <w:sz w:val="24"/>
                <w:szCs w:val="24"/>
              </w:rPr>
              <w:t>.</w:t>
            </w:r>
          </w:p>
        </w:tc>
      </w:tr>
    </w:tbl>
    <w:p w14:paraId="0FD8B0A9" w14:textId="77777777" w:rsidR="0085747A" w:rsidRPr="00C47B29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06FDF0CE" w14:textId="7A34BA69" w:rsidR="001D7B54" w:rsidRPr="00C47B29" w:rsidRDefault="009F4610" w:rsidP="00A35D2B">
      <w:pPr>
        <w:pStyle w:val="Podpunkty"/>
        <w:rPr>
          <w:sz w:val="24"/>
          <w:szCs w:val="24"/>
        </w:rPr>
      </w:pPr>
      <w:r w:rsidRPr="00C47B29">
        <w:rPr>
          <w:sz w:val="24"/>
          <w:szCs w:val="24"/>
        </w:rPr>
        <w:t>3.2</w:t>
      </w:r>
      <w:r w:rsidR="00190978" w:rsidRPr="00C47B29">
        <w:rPr>
          <w:sz w:val="24"/>
          <w:szCs w:val="24"/>
        </w:rPr>
        <w:tab/>
      </w:r>
      <w:r w:rsidR="001D7B54" w:rsidRPr="00C47B29">
        <w:rPr>
          <w:sz w:val="24"/>
          <w:szCs w:val="24"/>
        </w:rPr>
        <w:t xml:space="preserve">Efekty </w:t>
      </w:r>
      <w:r w:rsidR="00C05F44" w:rsidRPr="00C47B29">
        <w:rPr>
          <w:sz w:val="24"/>
          <w:szCs w:val="24"/>
        </w:rPr>
        <w:t xml:space="preserve">uczenia się </w:t>
      </w:r>
      <w:r w:rsidR="001D7B54" w:rsidRPr="00C47B29">
        <w:rPr>
          <w:sz w:val="24"/>
          <w:szCs w:val="24"/>
        </w:rPr>
        <w:t>dla przedmiotu</w:t>
      </w:r>
      <w:r w:rsidR="00445970" w:rsidRPr="00C47B29">
        <w:rPr>
          <w:sz w:val="24"/>
          <w:szCs w:val="24"/>
        </w:rPr>
        <w:t xml:space="preserve"> </w:t>
      </w:r>
    </w:p>
    <w:p w14:paraId="570BC528" w14:textId="77777777" w:rsidR="001D7B54" w:rsidRPr="00C47B29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C47B29" w14:paraId="59FEF9E7" w14:textId="77777777" w:rsidTr="004427EF">
        <w:tc>
          <w:tcPr>
            <w:tcW w:w="1447" w:type="dxa"/>
            <w:vAlign w:val="center"/>
          </w:tcPr>
          <w:p w14:paraId="799783D1" w14:textId="77777777" w:rsidR="0085747A" w:rsidRPr="00C47B29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47B29">
              <w:rPr>
                <w:smallCaps w:val="0"/>
                <w:szCs w:val="24"/>
              </w:rPr>
              <w:t>EK</w:t>
            </w:r>
            <w:r w:rsidR="00A84C85" w:rsidRPr="00C47B29">
              <w:rPr>
                <w:b w:val="0"/>
                <w:smallCaps w:val="0"/>
                <w:szCs w:val="24"/>
              </w:rPr>
              <w:t xml:space="preserve"> (</w:t>
            </w:r>
            <w:r w:rsidR="00C05F44" w:rsidRPr="00C47B29">
              <w:rPr>
                <w:b w:val="0"/>
                <w:smallCaps w:val="0"/>
                <w:szCs w:val="24"/>
              </w:rPr>
              <w:t>efekt uczenia się</w:t>
            </w:r>
            <w:r w:rsidR="00B82308" w:rsidRPr="00C47B29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6D77F75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C47B29">
              <w:rPr>
                <w:b w:val="0"/>
                <w:smallCaps w:val="0"/>
                <w:szCs w:val="24"/>
              </w:rPr>
              <w:t xml:space="preserve">uczenia się </w:t>
            </w:r>
            <w:r w:rsidRPr="00C47B29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  <w:p w14:paraId="2E583638" w14:textId="77777777" w:rsidR="00DB7367" w:rsidRDefault="00DB7367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44A8E588" w14:textId="7DFF99C6" w:rsidR="00DB7367" w:rsidRPr="00C47B29" w:rsidRDefault="00DB7367" w:rsidP="00DB7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E7A6EF2" w14:textId="77777777" w:rsidR="0085747A" w:rsidRPr="00C47B29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47B29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47B29" w14:paraId="3C63D7F6" w14:textId="77777777" w:rsidTr="004427EF">
        <w:tc>
          <w:tcPr>
            <w:tcW w:w="1447" w:type="dxa"/>
          </w:tcPr>
          <w:p w14:paraId="25C5F168" w14:textId="77777777" w:rsidR="0085747A" w:rsidRPr="00C47B29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EK</w:t>
            </w:r>
            <w:r w:rsidRPr="00C47B29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08" w:type="dxa"/>
          </w:tcPr>
          <w:p w14:paraId="35CAD822" w14:textId="1998D1B0" w:rsidR="0085747A" w:rsidRPr="00C47B29" w:rsidRDefault="00E64A1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defini</w:t>
            </w:r>
            <w:r w:rsidR="00AE4D12" w:rsidRPr="00C47B29">
              <w:rPr>
                <w:b w:val="0"/>
                <w:smallCaps w:val="0"/>
                <w:szCs w:val="24"/>
              </w:rPr>
              <w:t>uje</w:t>
            </w:r>
            <w:r w:rsidRPr="00C47B29">
              <w:rPr>
                <w:b w:val="0"/>
                <w:smallCaps w:val="0"/>
                <w:szCs w:val="24"/>
              </w:rPr>
              <w:t xml:space="preserve"> </w:t>
            </w:r>
            <w:r w:rsidR="005D765B" w:rsidRPr="00C47B29">
              <w:rPr>
                <w:b w:val="0"/>
                <w:smallCaps w:val="0"/>
                <w:szCs w:val="24"/>
              </w:rPr>
              <w:t xml:space="preserve">terminologię </w:t>
            </w:r>
            <w:r w:rsidR="00827B46" w:rsidRPr="00C47B29">
              <w:rPr>
                <w:b w:val="0"/>
                <w:smallCaps w:val="0"/>
                <w:szCs w:val="24"/>
              </w:rPr>
              <w:t>z zakresu psychologii międzykulturowej</w:t>
            </w:r>
            <w:r w:rsidR="005D765B" w:rsidRPr="00C47B29">
              <w:rPr>
                <w:b w:val="0"/>
                <w:smallCaps w:val="0"/>
                <w:szCs w:val="24"/>
              </w:rPr>
              <w:t xml:space="preserve"> </w:t>
            </w:r>
            <w:r w:rsidR="00AE4D12" w:rsidRPr="00C47B29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1D2506A" w14:textId="397B5249" w:rsidR="0085747A" w:rsidRPr="00C47B29" w:rsidRDefault="00AD07F9" w:rsidP="0009054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K_W</w:t>
            </w:r>
            <w:r w:rsidR="00090542">
              <w:rPr>
                <w:b w:val="0"/>
                <w:smallCaps w:val="0"/>
                <w:szCs w:val="24"/>
              </w:rPr>
              <w:t>0</w:t>
            </w:r>
            <w:r w:rsidRPr="00C47B29">
              <w:rPr>
                <w:b w:val="0"/>
                <w:smallCaps w:val="0"/>
                <w:szCs w:val="24"/>
              </w:rPr>
              <w:t>1</w:t>
            </w:r>
          </w:p>
        </w:tc>
      </w:tr>
      <w:tr w:rsidR="0085747A" w:rsidRPr="00C47B29" w14:paraId="2808588E" w14:textId="77777777" w:rsidTr="004427EF">
        <w:trPr>
          <w:trHeight w:val="621"/>
        </w:trPr>
        <w:tc>
          <w:tcPr>
            <w:tcW w:w="1447" w:type="dxa"/>
          </w:tcPr>
          <w:p w14:paraId="5D60CFF5" w14:textId="77777777" w:rsidR="0085747A" w:rsidRPr="00C47B29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6616D0CE" w14:textId="1C91590C" w:rsidR="0085747A" w:rsidRPr="00C47B29" w:rsidRDefault="00AD07F9" w:rsidP="00AD07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ma pogłębioną</w:t>
            </w:r>
            <w:r w:rsidR="00FE06D3" w:rsidRPr="00C47B29">
              <w:rPr>
                <w:b w:val="0"/>
                <w:smallCaps w:val="0"/>
                <w:szCs w:val="24"/>
              </w:rPr>
              <w:t xml:space="preserve"> i uporządkowaną </w:t>
            </w:r>
            <w:r w:rsidRPr="00C47B29">
              <w:rPr>
                <w:b w:val="0"/>
                <w:smallCaps w:val="0"/>
                <w:szCs w:val="24"/>
              </w:rPr>
              <w:t>wiedzę na temat kultury</w:t>
            </w:r>
            <w:r w:rsidR="00AE4D12" w:rsidRPr="00C47B29">
              <w:rPr>
                <w:b w:val="0"/>
                <w:smallCaps w:val="0"/>
                <w:szCs w:val="24"/>
              </w:rPr>
              <w:t>: definiuje ją, charakteryzuje wymiary oraz elementy</w:t>
            </w:r>
          </w:p>
        </w:tc>
        <w:tc>
          <w:tcPr>
            <w:tcW w:w="1865" w:type="dxa"/>
          </w:tcPr>
          <w:p w14:paraId="355C2042" w14:textId="0F11DE0E" w:rsidR="0085747A" w:rsidRPr="00C47B29" w:rsidRDefault="004F780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K</w:t>
            </w:r>
            <w:r w:rsidR="00090542">
              <w:rPr>
                <w:b w:val="0"/>
                <w:smallCaps w:val="0"/>
                <w:szCs w:val="24"/>
              </w:rPr>
              <w:t>_</w:t>
            </w:r>
            <w:r w:rsidRPr="00C47B29">
              <w:rPr>
                <w:b w:val="0"/>
                <w:smallCaps w:val="0"/>
                <w:szCs w:val="24"/>
              </w:rPr>
              <w:t>W18</w:t>
            </w:r>
          </w:p>
          <w:p w14:paraId="145550C5" w14:textId="105EA07C" w:rsidR="004F7808" w:rsidRPr="00C47B29" w:rsidRDefault="004F7808" w:rsidP="0009054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K</w:t>
            </w:r>
            <w:r w:rsidR="00090542">
              <w:rPr>
                <w:b w:val="0"/>
                <w:smallCaps w:val="0"/>
                <w:szCs w:val="24"/>
              </w:rPr>
              <w:t>_</w:t>
            </w:r>
            <w:r w:rsidRPr="00C47B29">
              <w:rPr>
                <w:b w:val="0"/>
                <w:smallCaps w:val="0"/>
                <w:szCs w:val="24"/>
              </w:rPr>
              <w:t>W25</w:t>
            </w:r>
          </w:p>
        </w:tc>
      </w:tr>
      <w:tr w:rsidR="00AD07F9" w:rsidRPr="00C47B29" w14:paraId="392FDD71" w14:textId="77777777" w:rsidTr="004427EF">
        <w:trPr>
          <w:trHeight w:val="875"/>
        </w:trPr>
        <w:tc>
          <w:tcPr>
            <w:tcW w:w="1447" w:type="dxa"/>
          </w:tcPr>
          <w:p w14:paraId="0AF8EF37" w14:textId="4A758773" w:rsidR="00AD07F9" w:rsidRPr="00C47B29" w:rsidRDefault="00AD07F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0AFDC609" w14:textId="20EDC2B9" w:rsidR="00AD07F9" w:rsidRPr="00C47B29" w:rsidRDefault="00AE4D1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 xml:space="preserve">charakteryzuje </w:t>
            </w:r>
            <w:r w:rsidR="00AD07F9" w:rsidRPr="00C47B29">
              <w:rPr>
                <w:b w:val="0"/>
                <w:smallCaps w:val="0"/>
                <w:szCs w:val="24"/>
              </w:rPr>
              <w:t>teorie opisujące różnorodność międzykulturową w odniesieniu do specyficznych aspektów poznania, emocji i aktywności</w:t>
            </w:r>
            <w:r w:rsidRPr="00C47B29">
              <w:rPr>
                <w:b w:val="0"/>
                <w:smallCaps w:val="0"/>
                <w:szCs w:val="24"/>
              </w:rPr>
              <w:t xml:space="preserve"> człowieka</w:t>
            </w:r>
          </w:p>
        </w:tc>
        <w:tc>
          <w:tcPr>
            <w:tcW w:w="1865" w:type="dxa"/>
          </w:tcPr>
          <w:p w14:paraId="035BDC46" w14:textId="60C3141E" w:rsidR="00AD07F9" w:rsidRPr="00C47B29" w:rsidRDefault="00DB736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</w:t>
            </w:r>
            <w:r w:rsidR="00AD07F9" w:rsidRPr="00C47B29">
              <w:rPr>
                <w:b w:val="0"/>
                <w:smallCaps w:val="0"/>
                <w:szCs w:val="24"/>
              </w:rPr>
              <w:t>2</w:t>
            </w:r>
          </w:p>
          <w:p w14:paraId="2BE5C371" w14:textId="331D9162" w:rsidR="00FE06D3" w:rsidRPr="00C47B29" w:rsidRDefault="00FE06D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K</w:t>
            </w:r>
            <w:r w:rsidR="00090542">
              <w:rPr>
                <w:b w:val="0"/>
                <w:smallCaps w:val="0"/>
                <w:szCs w:val="24"/>
              </w:rPr>
              <w:t>_</w:t>
            </w:r>
            <w:r w:rsidRPr="00C47B29">
              <w:rPr>
                <w:b w:val="0"/>
                <w:smallCaps w:val="0"/>
                <w:szCs w:val="24"/>
              </w:rPr>
              <w:t>W18</w:t>
            </w:r>
          </w:p>
          <w:p w14:paraId="44A2EB76" w14:textId="2F4B23A3" w:rsidR="00FE06D3" w:rsidRPr="00C47B29" w:rsidRDefault="00FE06D3" w:rsidP="0009054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K</w:t>
            </w:r>
            <w:r w:rsidR="00090542">
              <w:rPr>
                <w:b w:val="0"/>
                <w:smallCaps w:val="0"/>
                <w:szCs w:val="24"/>
              </w:rPr>
              <w:t>_</w:t>
            </w:r>
            <w:r w:rsidRPr="00C47B29">
              <w:rPr>
                <w:b w:val="0"/>
                <w:smallCaps w:val="0"/>
                <w:szCs w:val="24"/>
              </w:rPr>
              <w:t>W25</w:t>
            </w:r>
          </w:p>
        </w:tc>
      </w:tr>
      <w:tr w:rsidR="00E64A16" w:rsidRPr="00C47B29" w14:paraId="344D99AB" w14:textId="77777777" w:rsidTr="004427EF">
        <w:tc>
          <w:tcPr>
            <w:tcW w:w="1447" w:type="dxa"/>
          </w:tcPr>
          <w:p w14:paraId="5AA833D7" w14:textId="64520A86" w:rsidR="00E64A16" w:rsidRPr="00C47B29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EK_0</w:t>
            </w:r>
            <w:r w:rsidR="00AD07F9" w:rsidRPr="00C47B29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6208" w:type="dxa"/>
          </w:tcPr>
          <w:p w14:paraId="01D99DE5" w14:textId="2DD2C036" w:rsidR="00E64A16" w:rsidRPr="00C47B29" w:rsidRDefault="00E64A16" w:rsidP="0096358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 xml:space="preserve">ma </w:t>
            </w:r>
            <w:r w:rsidR="00963588">
              <w:rPr>
                <w:b w:val="0"/>
                <w:smallCaps w:val="0"/>
                <w:szCs w:val="24"/>
              </w:rPr>
              <w:t>złożoną w</w:t>
            </w:r>
            <w:r w:rsidRPr="00C47B29">
              <w:rPr>
                <w:b w:val="0"/>
                <w:smallCaps w:val="0"/>
                <w:szCs w:val="24"/>
              </w:rPr>
              <w:t xml:space="preserve">iedzę na </w:t>
            </w:r>
            <w:r w:rsidR="00B35550" w:rsidRPr="00C47B29">
              <w:rPr>
                <w:b w:val="0"/>
                <w:smallCaps w:val="0"/>
                <w:szCs w:val="24"/>
              </w:rPr>
              <w:t xml:space="preserve">temat wpływu odmienności kulturowych na powstawanie konfliktów w zakresie interpretacji </w:t>
            </w:r>
            <w:proofErr w:type="spellStart"/>
            <w:r w:rsidR="00B35550" w:rsidRPr="00C47B29">
              <w:rPr>
                <w:b w:val="0"/>
                <w:smallCaps w:val="0"/>
                <w:szCs w:val="24"/>
              </w:rPr>
              <w:t>zachowań</w:t>
            </w:r>
            <w:proofErr w:type="spellEnd"/>
            <w:r w:rsidR="00B35550" w:rsidRPr="00C47B29">
              <w:rPr>
                <w:b w:val="0"/>
                <w:smallCaps w:val="0"/>
                <w:szCs w:val="24"/>
              </w:rPr>
              <w:t xml:space="preserve"> i komunikacji </w:t>
            </w:r>
          </w:p>
        </w:tc>
        <w:tc>
          <w:tcPr>
            <w:tcW w:w="1865" w:type="dxa"/>
          </w:tcPr>
          <w:p w14:paraId="72A7DFF6" w14:textId="77777777" w:rsidR="00DB7367" w:rsidRDefault="00B3555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K</w:t>
            </w:r>
            <w:r w:rsidR="00090542">
              <w:rPr>
                <w:b w:val="0"/>
                <w:smallCaps w:val="0"/>
                <w:szCs w:val="24"/>
              </w:rPr>
              <w:t>_</w:t>
            </w:r>
            <w:r w:rsidRPr="00C47B29">
              <w:rPr>
                <w:b w:val="0"/>
                <w:smallCaps w:val="0"/>
                <w:szCs w:val="24"/>
              </w:rPr>
              <w:t>W</w:t>
            </w:r>
            <w:r w:rsidR="00FE06D3" w:rsidRPr="00C47B29">
              <w:rPr>
                <w:b w:val="0"/>
                <w:smallCaps w:val="0"/>
                <w:szCs w:val="24"/>
              </w:rPr>
              <w:t>0</w:t>
            </w:r>
            <w:r w:rsidRPr="00C47B29">
              <w:rPr>
                <w:b w:val="0"/>
                <w:smallCaps w:val="0"/>
                <w:szCs w:val="24"/>
              </w:rPr>
              <w:t>8</w:t>
            </w:r>
          </w:p>
          <w:p w14:paraId="7D8F025F" w14:textId="2D47D961" w:rsidR="00E64A16" w:rsidRPr="00C47B29" w:rsidRDefault="004F780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K</w:t>
            </w:r>
            <w:r w:rsidR="00090542">
              <w:rPr>
                <w:b w:val="0"/>
                <w:smallCaps w:val="0"/>
                <w:szCs w:val="24"/>
              </w:rPr>
              <w:t>_</w:t>
            </w:r>
            <w:r w:rsidRPr="00C47B29">
              <w:rPr>
                <w:b w:val="0"/>
                <w:smallCaps w:val="0"/>
                <w:szCs w:val="24"/>
              </w:rPr>
              <w:t>W18</w:t>
            </w:r>
          </w:p>
          <w:p w14:paraId="148B050E" w14:textId="475738BF" w:rsidR="00FE06D3" w:rsidRPr="00C47B29" w:rsidRDefault="00FE06D3" w:rsidP="0009054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K</w:t>
            </w:r>
            <w:r w:rsidR="00090542">
              <w:rPr>
                <w:b w:val="0"/>
                <w:smallCaps w:val="0"/>
                <w:szCs w:val="24"/>
              </w:rPr>
              <w:t>_</w:t>
            </w:r>
            <w:r w:rsidRPr="00C47B29">
              <w:rPr>
                <w:b w:val="0"/>
                <w:smallCaps w:val="0"/>
                <w:szCs w:val="24"/>
              </w:rPr>
              <w:t>W25</w:t>
            </w:r>
          </w:p>
        </w:tc>
      </w:tr>
      <w:tr w:rsidR="00D94ED1" w:rsidRPr="00C47B29" w14:paraId="7450A299" w14:textId="77777777" w:rsidTr="004427EF">
        <w:tc>
          <w:tcPr>
            <w:tcW w:w="1447" w:type="dxa"/>
          </w:tcPr>
          <w:p w14:paraId="164C1E5E" w14:textId="1FBC4D03" w:rsidR="00D94ED1" w:rsidRPr="00C47B29" w:rsidRDefault="00D94ED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</w:tcPr>
          <w:p w14:paraId="0135AD9B" w14:textId="442A4AA8" w:rsidR="00D94ED1" w:rsidRPr="00C47B29" w:rsidRDefault="00D94ED1" w:rsidP="009C509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 xml:space="preserve">ma </w:t>
            </w:r>
            <w:r w:rsidR="009C509A">
              <w:rPr>
                <w:b w:val="0"/>
                <w:smallCaps w:val="0"/>
                <w:szCs w:val="24"/>
              </w:rPr>
              <w:t xml:space="preserve">głęboką </w:t>
            </w:r>
            <w:r w:rsidRPr="00C47B29">
              <w:rPr>
                <w:b w:val="0"/>
                <w:smallCaps w:val="0"/>
                <w:szCs w:val="24"/>
              </w:rPr>
              <w:t>świadomość b</w:t>
            </w:r>
            <w:r w:rsidR="00DB7367">
              <w:rPr>
                <w:b w:val="0"/>
                <w:smallCaps w:val="0"/>
                <w:szCs w:val="24"/>
              </w:rPr>
              <w:t xml:space="preserve">iologicznych, jak i społecznych </w:t>
            </w:r>
            <w:r w:rsidRPr="00C47B29">
              <w:rPr>
                <w:b w:val="0"/>
                <w:smallCaps w:val="0"/>
                <w:szCs w:val="24"/>
              </w:rPr>
              <w:t>uwarunkowa</w:t>
            </w:r>
            <w:r w:rsidR="00C45CBB" w:rsidRPr="00C47B29">
              <w:rPr>
                <w:b w:val="0"/>
                <w:smallCaps w:val="0"/>
                <w:szCs w:val="24"/>
              </w:rPr>
              <w:t>ń</w:t>
            </w:r>
            <w:r w:rsidRPr="00C47B29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47B29">
              <w:rPr>
                <w:b w:val="0"/>
                <w:smallCaps w:val="0"/>
                <w:szCs w:val="24"/>
              </w:rPr>
              <w:t>zachowań</w:t>
            </w:r>
            <w:proofErr w:type="spellEnd"/>
            <w:r w:rsidR="00C45CBB" w:rsidRPr="00C47B29">
              <w:rPr>
                <w:b w:val="0"/>
                <w:smallCaps w:val="0"/>
                <w:szCs w:val="24"/>
              </w:rPr>
              <w:t xml:space="preserve"> człowieka</w:t>
            </w:r>
          </w:p>
        </w:tc>
        <w:tc>
          <w:tcPr>
            <w:tcW w:w="1865" w:type="dxa"/>
          </w:tcPr>
          <w:p w14:paraId="0351CDCB" w14:textId="4E4ECE01" w:rsidR="00D94ED1" w:rsidRPr="00C47B29" w:rsidRDefault="00D94ED1" w:rsidP="0009054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K</w:t>
            </w:r>
            <w:r w:rsidR="00090542">
              <w:rPr>
                <w:b w:val="0"/>
                <w:smallCaps w:val="0"/>
                <w:szCs w:val="24"/>
              </w:rPr>
              <w:t>_</w:t>
            </w:r>
            <w:r w:rsidRPr="00C47B29">
              <w:rPr>
                <w:b w:val="0"/>
                <w:smallCaps w:val="0"/>
                <w:szCs w:val="24"/>
              </w:rPr>
              <w:t>W18</w:t>
            </w:r>
          </w:p>
        </w:tc>
      </w:tr>
      <w:tr w:rsidR="0085747A" w:rsidRPr="00C47B29" w14:paraId="2F698310" w14:textId="77777777" w:rsidTr="004427EF">
        <w:tc>
          <w:tcPr>
            <w:tcW w:w="1447" w:type="dxa"/>
          </w:tcPr>
          <w:p w14:paraId="633A01E5" w14:textId="4F9CF1C1" w:rsidR="0085747A" w:rsidRPr="00C47B29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EK_</w:t>
            </w:r>
            <w:r w:rsidR="00E64A16" w:rsidRPr="00C47B29">
              <w:rPr>
                <w:b w:val="0"/>
                <w:smallCaps w:val="0"/>
                <w:szCs w:val="24"/>
              </w:rPr>
              <w:t>0</w:t>
            </w:r>
            <w:r w:rsidR="00C45CBB" w:rsidRPr="00C47B29"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6208" w:type="dxa"/>
          </w:tcPr>
          <w:p w14:paraId="4367A4E1" w14:textId="0098D3E1" w:rsidR="0085747A" w:rsidRPr="00C47B29" w:rsidRDefault="002B562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rozwija swoją wrażliwość na potencjalne kulturowe</w:t>
            </w:r>
            <w:r w:rsidR="00DB7367">
              <w:rPr>
                <w:b w:val="0"/>
                <w:smallCaps w:val="0"/>
                <w:szCs w:val="24"/>
              </w:rPr>
              <w:t xml:space="preserve"> konteksty </w:t>
            </w:r>
            <w:proofErr w:type="spellStart"/>
            <w:r w:rsidR="00DB7367">
              <w:rPr>
                <w:b w:val="0"/>
                <w:smallCaps w:val="0"/>
                <w:szCs w:val="24"/>
              </w:rPr>
              <w:t>zachowań</w:t>
            </w:r>
            <w:proofErr w:type="spellEnd"/>
            <w:r w:rsidR="00DB7367">
              <w:rPr>
                <w:b w:val="0"/>
                <w:smallCaps w:val="0"/>
                <w:szCs w:val="24"/>
              </w:rPr>
              <w:t xml:space="preserve"> człowieka i</w:t>
            </w:r>
            <w:r w:rsidR="005D765B" w:rsidRPr="00C47B29">
              <w:rPr>
                <w:b w:val="0"/>
                <w:smallCaps w:val="0"/>
                <w:szCs w:val="24"/>
              </w:rPr>
              <w:t xml:space="preserve"> </w:t>
            </w:r>
            <w:r w:rsidR="00FE06D3" w:rsidRPr="00C47B29">
              <w:rPr>
                <w:b w:val="0"/>
                <w:smallCaps w:val="0"/>
                <w:szCs w:val="24"/>
              </w:rPr>
              <w:t xml:space="preserve">potrafi </w:t>
            </w:r>
            <w:r w:rsidRPr="00C47B29">
              <w:rPr>
                <w:b w:val="0"/>
                <w:smallCaps w:val="0"/>
                <w:szCs w:val="24"/>
              </w:rPr>
              <w:t xml:space="preserve">wysunąć hipotezy </w:t>
            </w:r>
            <w:r w:rsidR="00FE06D3" w:rsidRPr="00C47B29">
              <w:rPr>
                <w:b w:val="0"/>
                <w:smallCaps w:val="0"/>
                <w:szCs w:val="24"/>
              </w:rPr>
              <w:t>w kontekście różnic kulturowych</w:t>
            </w:r>
          </w:p>
        </w:tc>
        <w:tc>
          <w:tcPr>
            <w:tcW w:w="1865" w:type="dxa"/>
          </w:tcPr>
          <w:p w14:paraId="7A2D1AC9" w14:textId="3B99EF55" w:rsidR="0085747A" w:rsidRPr="00C47B29" w:rsidRDefault="00FE06D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K_U02</w:t>
            </w:r>
          </w:p>
        </w:tc>
      </w:tr>
      <w:tr w:rsidR="005D765B" w:rsidRPr="00C47B29" w14:paraId="6B616504" w14:textId="77777777" w:rsidTr="004427EF">
        <w:tc>
          <w:tcPr>
            <w:tcW w:w="1447" w:type="dxa"/>
          </w:tcPr>
          <w:p w14:paraId="79C49627" w14:textId="5EE7081A" w:rsidR="005D765B" w:rsidRPr="00C47B29" w:rsidRDefault="002B562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EK_0</w:t>
            </w:r>
            <w:r w:rsidR="00C45CBB" w:rsidRPr="00C47B29"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6208" w:type="dxa"/>
          </w:tcPr>
          <w:p w14:paraId="05C14DAF" w14:textId="467F8FA5" w:rsidR="005D765B" w:rsidRPr="00C47B29" w:rsidRDefault="00362C1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wykazuje</w:t>
            </w:r>
            <w:r w:rsidR="002B562B" w:rsidRPr="00C47B29">
              <w:rPr>
                <w:b w:val="0"/>
                <w:smallCaps w:val="0"/>
                <w:szCs w:val="24"/>
              </w:rPr>
              <w:t xml:space="preserve"> wrażliwoś</w:t>
            </w:r>
            <w:r w:rsidRPr="00C47B29">
              <w:rPr>
                <w:b w:val="0"/>
                <w:smallCaps w:val="0"/>
                <w:szCs w:val="24"/>
              </w:rPr>
              <w:t>ć</w:t>
            </w:r>
            <w:r w:rsidR="002B562B" w:rsidRPr="00C47B29">
              <w:rPr>
                <w:b w:val="0"/>
                <w:smallCaps w:val="0"/>
                <w:szCs w:val="24"/>
              </w:rPr>
              <w:t xml:space="preserve"> na różnorodność wzorców </w:t>
            </w:r>
            <w:proofErr w:type="spellStart"/>
            <w:r w:rsidR="002B562B" w:rsidRPr="00C47B29">
              <w:rPr>
                <w:b w:val="0"/>
                <w:smallCaps w:val="0"/>
                <w:szCs w:val="24"/>
              </w:rPr>
              <w:t>zachowań</w:t>
            </w:r>
            <w:proofErr w:type="spellEnd"/>
            <w:r w:rsidR="002B562B" w:rsidRPr="00C47B29">
              <w:rPr>
                <w:b w:val="0"/>
                <w:smallCaps w:val="0"/>
                <w:szCs w:val="24"/>
              </w:rPr>
              <w:t xml:space="preserve"> ludzkich</w:t>
            </w:r>
          </w:p>
        </w:tc>
        <w:tc>
          <w:tcPr>
            <w:tcW w:w="1865" w:type="dxa"/>
          </w:tcPr>
          <w:p w14:paraId="63CDDB42" w14:textId="19DE58C3" w:rsidR="005D765B" w:rsidRPr="00C47B29" w:rsidRDefault="002B562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K_K02</w:t>
            </w:r>
          </w:p>
        </w:tc>
      </w:tr>
    </w:tbl>
    <w:p w14:paraId="7DD5C1F8" w14:textId="77777777" w:rsidR="0085747A" w:rsidRPr="00C47B29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0C7F3A0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47B29">
        <w:rPr>
          <w:rFonts w:ascii="Times New Roman" w:hAnsi="Times New Roman"/>
          <w:b/>
          <w:sz w:val="24"/>
          <w:szCs w:val="24"/>
        </w:rPr>
        <w:t>3.3</w:t>
      </w:r>
      <w:r w:rsidR="001D7B54" w:rsidRPr="00C47B29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C47B29">
        <w:rPr>
          <w:rFonts w:ascii="Times New Roman" w:hAnsi="Times New Roman"/>
          <w:b/>
          <w:sz w:val="24"/>
          <w:szCs w:val="24"/>
        </w:rPr>
        <w:t>T</w:t>
      </w:r>
      <w:r w:rsidR="001D7B54" w:rsidRPr="00C47B29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C47B29">
        <w:rPr>
          <w:rFonts w:ascii="Times New Roman" w:hAnsi="Times New Roman"/>
          <w:sz w:val="24"/>
          <w:szCs w:val="24"/>
        </w:rPr>
        <w:t xml:space="preserve">  </w:t>
      </w:r>
    </w:p>
    <w:p w14:paraId="316248FB" w14:textId="77777777" w:rsidR="004427EF" w:rsidRPr="00C47B29" w:rsidRDefault="004427EF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0C712CA5" w14:textId="42859AAE" w:rsidR="00675843" w:rsidRPr="004427E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47B29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47B29" w14:paraId="2AD0CFD7" w14:textId="77777777" w:rsidTr="002B72BB">
        <w:tc>
          <w:tcPr>
            <w:tcW w:w="9520" w:type="dxa"/>
          </w:tcPr>
          <w:p w14:paraId="6CCA5FF9" w14:textId="77777777" w:rsidR="0085747A" w:rsidRPr="004427E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sz w:val="24"/>
                <w:szCs w:val="24"/>
              </w:rPr>
            </w:pPr>
            <w:r w:rsidRPr="004427EF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85747A" w:rsidRPr="00C47B29" w14:paraId="601E6924" w14:textId="77777777" w:rsidTr="002B72BB">
        <w:tc>
          <w:tcPr>
            <w:tcW w:w="9520" w:type="dxa"/>
          </w:tcPr>
          <w:p w14:paraId="27C232AA" w14:textId="230BC25F" w:rsidR="0085747A" w:rsidRPr="00C47B29" w:rsidRDefault="00F16B0E" w:rsidP="003758E3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 xml:space="preserve">Psychologia międzykulturowa. Siatka pojęciowa, obszary zastosowań. </w:t>
            </w:r>
          </w:p>
        </w:tc>
      </w:tr>
      <w:tr w:rsidR="00F16B0E" w:rsidRPr="00C47B29" w14:paraId="0393016C" w14:textId="77777777" w:rsidTr="002B72BB">
        <w:tc>
          <w:tcPr>
            <w:tcW w:w="9520" w:type="dxa"/>
          </w:tcPr>
          <w:p w14:paraId="530F0DD8" w14:textId="0DFC0E6A" w:rsidR="00F16B0E" w:rsidRPr="00C47B29" w:rsidRDefault="00F16B0E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Psychologia międzykulturowa a psychologia ewolucyjna</w:t>
            </w:r>
            <w:r w:rsidR="00DB73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16B0E" w:rsidRPr="00C47B29" w14:paraId="158B7544" w14:textId="77777777" w:rsidTr="002B72BB">
        <w:tc>
          <w:tcPr>
            <w:tcW w:w="9520" w:type="dxa"/>
          </w:tcPr>
          <w:p w14:paraId="49C7EAE7" w14:textId="19C1A0E6" w:rsidR="00F16B0E" w:rsidRPr="00C47B29" w:rsidRDefault="00F16B0E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Definicje kultury, przekaz kulturowy, składowe kultury</w:t>
            </w:r>
            <w:r w:rsidR="00DB73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747A" w:rsidRPr="00C47B29" w14:paraId="698F32D9" w14:textId="77777777" w:rsidTr="002B72BB">
        <w:tc>
          <w:tcPr>
            <w:tcW w:w="9520" w:type="dxa"/>
          </w:tcPr>
          <w:p w14:paraId="09B46B90" w14:textId="3446475C" w:rsidR="0085747A" w:rsidRPr="00C47B29" w:rsidRDefault="00BD568B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Kultura a język. Hipoteza Sapira-</w:t>
            </w:r>
            <w:proofErr w:type="spellStart"/>
            <w:r w:rsidRPr="00C47B29">
              <w:rPr>
                <w:rFonts w:ascii="Times New Roman" w:hAnsi="Times New Roman"/>
                <w:sz w:val="24"/>
                <w:szCs w:val="24"/>
              </w:rPr>
              <w:t>Whorfa</w:t>
            </w:r>
            <w:proofErr w:type="spellEnd"/>
            <w:r w:rsidR="00DB73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747A" w:rsidRPr="00C47B29" w14:paraId="23DBBBE0" w14:textId="77777777" w:rsidTr="002B72BB">
        <w:tc>
          <w:tcPr>
            <w:tcW w:w="9520" w:type="dxa"/>
          </w:tcPr>
          <w:p w14:paraId="359EB03C" w14:textId="072C69EB" w:rsidR="0085747A" w:rsidRPr="00C47B29" w:rsidRDefault="00BD568B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 xml:space="preserve">Ewolucja kulturowa a ewolucja </w:t>
            </w:r>
            <w:r w:rsidR="00EE05A7" w:rsidRPr="00C47B29">
              <w:rPr>
                <w:rFonts w:ascii="Times New Roman" w:hAnsi="Times New Roman"/>
                <w:sz w:val="24"/>
                <w:szCs w:val="24"/>
              </w:rPr>
              <w:t>biologiczna</w:t>
            </w:r>
            <w:r w:rsidR="00DB73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849B6" w:rsidRPr="00C47B29" w14:paraId="4A621722" w14:textId="77777777" w:rsidTr="002B72BB">
        <w:tc>
          <w:tcPr>
            <w:tcW w:w="9520" w:type="dxa"/>
          </w:tcPr>
          <w:p w14:paraId="28BBDEE1" w14:textId="4DE81983" w:rsidR="00E849B6" w:rsidRPr="00C47B29" w:rsidRDefault="00EE05A7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Konteksty</w:t>
            </w:r>
            <w:r w:rsidR="00BD568B" w:rsidRPr="00C47B29">
              <w:rPr>
                <w:rFonts w:ascii="Times New Roman" w:hAnsi="Times New Roman"/>
                <w:sz w:val="24"/>
                <w:szCs w:val="24"/>
              </w:rPr>
              <w:t xml:space="preserve"> kultury</w:t>
            </w:r>
            <w:r w:rsidR="00A35D2B" w:rsidRPr="00C47B29">
              <w:rPr>
                <w:rFonts w:ascii="Times New Roman" w:hAnsi="Times New Roman"/>
                <w:sz w:val="24"/>
                <w:szCs w:val="24"/>
              </w:rPr>
              <w:t>.</w:t>
            </w:r>
            <w:r w:rsidR="00BD568B" w:rsidRPr="00C47B29">
              <w:rPr>
                <w:rFonts w:ascii="Times New Roman" w:hAnsi="Times New Roman"/>
                <w:sz w:val="24"/>
                <w:szCs w:val="24"/>
              </w:rPr>
              <w:t xml:space="preserve"> Model </w:t>
            </w:r>
            <w:proofErr w:type="spellStart"/>
            <w:r w:rsidR="00BD568B" w:rsidRPr="00C47B29">
              <w:rPr>
                <w:rFonts w:ascii="Times New Roman" w:hAnsi="Times New Roman"/>
                <w:sz w:val="24"/>
                <w:szCs w:val="24"/>
              </w:rPr>
              <w:t>ekokulturowy</w:t>
            </w:r>
            <w:proofErr w:type="spellEnd"/>
            <w:r w:rsidR="00BD568B" w:rsidRPr="00C47B29">
              <w:rPr>
                <w:rFonts w:ascii="Times New Roman" w:hAnsi="Times New Roman"/>
                <w:sz w:val="24"/>
                <w:szCs w:val="24"/>
              </w:rPr>
              <w:t xml:space="preserve"> Johna </w:t>
            </w:r>
            <w:proofErr w:type="spellStart"/>
            <w:r w:rsidR="00BD568B" w:rsidRPr="00C47B29">
              <w:rPr>
                <w:rFonts w:ascii="Times New Roman" w:hAnsi="Times New Roman"/>
                <w:sz w:val="24"/>
                <w:szCs w:val="24"/>
              </w:rPr>
              <w:t>Berry’ego</w:t>
            </w:r>
            <w:proofErr w:type="spellEnd"/>
            <w:r w:rsidR="00DB7367">
              <w:rPr>
                <w:rFonts w:ascii="Times New Roman" w:hAnsi="Times New Roman"/>
                <w:sz w:val="24"/>
                <w:szCs w:val="24"/>
              </w:rPr>
              <w:t>.</w:t>
            </w:r>
            <w:r w:rsidR="00BD568B" w:rsidRPr="00C47B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B72BB" w:rsidRPr="00C47B29" w14:paraId="5A535B7E" w14:textId="77777777" w:rsidTr="002B72BB">
        <w:tc>
          <w:tcPr>
            <w:tcW w:w="9520" w:type="dxa"/>
          </w:tcPr>
          <w:p w14:paraId="095699B5" w14:textId="5C2798D2" w:rsidR="002B72BB" w:rsidRPr="00C47B29" w:rsidRDefault="00EE05A7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Wymiary</w:t>
            </w:r>
            <w:r w:rsidR="00BD568B" w:rsidRPr="00C47B29">
              <w:rPr>
                <w:rFonts w:ascii="Times New Roman" w:hAnsi="Times New Roman"/>
                <w:sz w:val="24"/>
                <w:szCs w:val="24"/>
              </w:rPr>
              <w:t xml:space="preserve"> kultury. Model</w:t>
            </w:r>
            <w:r w:rsidR="00F16B0E" w:rsidRPr="00C47B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6B0E" w:rsidRPr="00C47B29">
              <w:rPr>
                <w:rFonts w:ascii="Times New Roman" w:hAnsi="Times New Roman"/>
                <w:sz w:val="24"/>
                <w:szCs w:val="24"/>
              </w:rPr>
              <w:t>Geerta</w:t>
            </w:r>
            <w:proofErr w:type="spellEnd"/>
            <w:r w:rsidR="00F16B0E" w:rsidRPr="00C47B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6B0E" w:rsidRPr="00C47B29">
              <w:rPr>
                <w:rFonts w:ascii="Times New Roman" w:hAnsi="Times New Roman"/>
                <w:sz w:val="24"/>
                <w:szCs w:val="24"/>
              </w:rPr>
              <w:t>Hofstede</w:t>
            </w:r>
            <w:proofErr w:type="spellEnd"/>
            <w:r w:rsidR="00DB73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849B6" w:rsidRPr="00C47B29" w14:paraId="698F00F2" w14:textId="77777777" w:rsidTr="00DB7367">
        <w:trPr>
          <w:trHeight w:val="249"/>
        </w:trPr>
        <w:tc>
          <w:tcPr>
            <w:tcW w:w="9520" w:type="dxa"/>
          </w:tcPr>
          <w:p w14:paraId="13D4E62D" w14:textId="70C3EA8A" w:rsidR="00E849B6" w:rsidRPr="00C47B29" w:rsidRDefault="00D94ED1" w:rsidP="00DB7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Kultura a osobowość.</w:t>
            </w:r>
          </w:p>
        </w:tc>
      </w:tr>
      <w:tr w:rsidR="002B72BB" w:rsidRPr="00C47B29" w14:paraId="6FF92C22" w14:textId="77777777" w:rsidTr="002B72BB">
        <w:tc>
          <w:tcPr>
            <w:tcW w:w="9520" w:type="dxa"/>
          </w:tcPr>
          <w:p w14:paraId="50628E47" w14:textId="6AF4D744" w:rsidR="002B72BB" w:rsidRPr="00C47B29" w:rsidRDefault="00F16B0E" w:rsidP="002B72B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 xml:space="preserve">Kultura a procesy poznawcze: </w:t>
            </w:r>
            <w:r w:rsidR="00EE05A7" w:rsidRPr="00C47B29">
              <w:rPr>
                <w:rFonts w:ascii="Times New Roman" w:hAnsi="Times New Roman"/>
                <w:sz w:val="24"/>
                <w:szCs w:val="24"/>
              </w:rPr>
              <w:t>złudzenia</w:t>
            </w:r>
            <w:r w:rsidRPr="00C47B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E05A7" w:rsidRPr="00C47B29">
              <w:rPr>
                <w:rFonts w:ascii="Times New Roman" w:hAnsi="Times New Roman"/>
                <w:sz w:val="24"/>
                <w:szCs w:val="24"/>
              </w:rPr>
              <w:t xml:space="preserve">percepcja przestrzeni, </w:t>
            </w:r>
            <w:r w:rsidRPr="00C47B29">
              <w:rPr>
                <w:rFonts w:ascii="Times New Roman" w:hAnsi="Times New Roman"/>
                <w:sz w:val="24"/>
                <w:szCs w:val="24"/>
              </w:rPr>
              <w:t>percepcja czasu</w:t>
            </w:r>
            <w:r w:rsidR="00DB73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B72BB" w:rsidRPr="00C47B29" w14:paraId="67FE3646" w14:textId="77777777" w:rsidTr="002B72BB">
        <w:tc>
          <w:tcPr>
            <w:tcW w:w="9520" w:type="dxa"/>
          </w:tcPr>
          <w:p w14:paraId="7530B0DE" w14:textId="4DF349BB" w:rsidR="002B72BB" w:rsidRPr="00C47B29" w:rsidRDefault="00EE05A7" w:rsidP="00DB7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Kultura a emocje. Emocje podstawowe? Różnice kulturowe w ekspresji emocji</w:t>
            </w:r>
            <w:r w:rsidR="00DB73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B72BB" w:rsidRPr="00C47B29" w14:paraId="384C3DE4" w14:textId="77777777" w:rsidTr="002B72BB">
        <w:tc>
          <w:tcPr>
            <w:tcW w:w="9520" w:type="dxa"/>
          </w:tcPr>
          <w:p w14:paraId="619F5351" w14:textId="096078DB" w:rsidR="002B72BB" w:rsidRPr="00C47B29" w:rsidRDefault="00EE05A7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Kultura, etnocentryzm i stereotypy</w:t>
            </w:r>
            <w:r w:rsidR="00DB73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C27C0" w:rsidRPr="00C47B29" w14:paraId="5990131E" w14:textId="77777777" w:rsidTr="002B72BB">
        <w:tc>
          <w:tcPr>
            <w:tcW w:w="9520" w:type="dxa"/>
          </w:tcPr>
          <w:p w14:paraId="15A0EC25" w14:textId="55092EF1" w:rsidR="007C27C0" w:rsidRPr="00C47B29" w:rsidRDefault="00EE05A7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Style w:val="wrtext"/>
                <w:rFonts w:ascii="Times New Roman" w:hAnsi="Times New Roman"/>
                <w:sz w:val="24"/>
                <w:szCs w:val="24"/>
              </w:rPr>
              <w:t>Kultura a rodzina i wychowywanie dzieci</w:t>
            </w:r>
            <w:r w:rsidR="00DB7367">
              <w:rPr>
                <w:rStyle w:val="wrtext"/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FC33E31" w14:textId="77777777" w:rsidR="0085747A" w:rsidRPr="00C47B29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FB49F3" w14:textId="7FFB1C6B" w:rsidR="0085747A" w:rsidRPr="004427E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47B29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C47B29">
        <w:rPr>
          <w:rFonts w:ascii="Times New Roman" w:hAnsi="Times New Roman"/>
          <w:sz w:val="24"/>
          <w:szCs w:val="24"/>
        </w:rPr>
        <w:t xml:space="preserve">, </w:t>
      </w:r>
      <w:r w:rsidRPr="00C47B29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47B29" w14:paraId="23827299" w14:textId="77777777" w:rsidTr="007C27C0">
        <w:tc>
          <w:tcPr>
            <w:tcW w:w="9520" w:type="dxa"/>
          </w:tcPr>
          <w:p w14:paraId="5150CAD7" w14:textId="77777777" w:rsidR="0085747A" w:rsidRPr="00C47B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C47B29" w14:paraId="0175CDDB" w14:textId="77777777" w:rsidTr="007C27C0">
        <w:tc>
          <w:tcPr>
            <w:tcW w:w="9520" w:type="dxa"/>
          </w:tcPr>
          <w:p w14:paraId="5E731EEA" w14:textId="5F7E2C3B" w:rsidR="0085747A" w:rsidRPr="00C47B29" w:rsidRDefault="0024583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427EF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</w:tbl>
    <w:p w14:paraId="188843ED" w14:textId="77777777" w:rsidR="0085747A" w:rsidRPr="00C47B29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3EA29970" w14:textId="77777777" w:rsidR="0085747A" w:rsidRPr="00C47B29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C47B29">
        <w:rPr>
          <w:smallCaps w:val="0"/>
          <w:szCs w:val="24"/>
        </w:rPr>
        <w:t>3.4 Metody dydaktyczne</w:t>
      </w:r>
      <w:r w:rsidRPr="00C47B29">
        <w:rPr>
          <w:b w:val="0"/>
          <w:smallCaps w:val="0"/>
          <w:szCs w:val="24"/>
        </w:rPr>
        <w:t xml:space="preserve"> </w:t>
      </w:r>
    </w:p>
    <w:p w14:paraId="38F60CEC" w14:textId="2B9BAB8C" w:rsidR="00963811" w:rsidRPr="00DB7367" w:rsidRDefault="00963811" w:rsidP="009C54AE">
      <w:pPr>
        <w:pStyle w:val="Punktygwne"/>
        <w:spacing w:before="0" w:after="0"/>
        <w:jc w:val="both"/>
        <w:rPr>
          <w:b w:val="0"/>
          <w:bCs/>
          <w:smallCaps w:val="0"/>
          <w:szCs w:val="24"/>
        </w:rPr>
      </w:pPr>
      <w:r w:rsidRPr="00DB7367">
        <w:rPr>
          <w:b w:val="0"/>
          <w:bCs/>
          <w:smallCaps w:val="0"/>
          <w:szCs w:val="24"/>
        </w:rPr>
        <w:t>Wykład z prezentacją multimedialną</w:t>
      </w:r>
    </w:p>
    <w:p w14:paraId="5142DB67" w14:textId="77777777" w:rsidR="0085747A" w:rsidRPr="00C47B29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3144232" w14:textId="77777777" w:rsidR="0085747A" w:rsidRPr="00C47B29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C47B29">
        <w:rPr>
          <w:smallCaps w:val="0"/>
          <w:szCs w:val="24"/>
        </w:rPr>
        <w:t xml:space="preserve">4. </w:t>
      </w:r>
      <w:r w:rsidR="0085747A" w:rsidRPr="00C47B29">
        <w:rPr>
          <w:smallCaps w:val="0"/>
          <w:szCs w:val="24"/>
        </w:rPr>
        <w:t>METODY I KRYTERIA OCENY</w:t>
      </w:r>
      <w:r w:rsidR="009F4610" w:rsidRPr="00C47B29">
        <w:rPr>
          <w:smallCaps w:val="0"/>
          <w:szCs w:val="24"/>
        </w:rPr>
        <w:t xml:space="preserve"> </w:t>
      </w:r>
    </w:p>
    <w:p w14:paraId="6B3C5C1E" w14:textId="77777777" w:rsidR="00923D7D" w:rsidRPr="00C47B29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5A6D0BB" w14:textId="77777777" w:rsidR="0085747A" w:rsidRPr="00C47B29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C47B29">
        <w:rPr>
          <w:smallCaps w:val="0"/>
          <w:szCs w:val="24"/>
        </w:rPr>
        <w:t xml:space="preserve">4.1 Sposoby weryfikacji efektów </w:t>
      </w:r>
      <w:r w:rsidR="00C05F44" w:rsidRPr="00C47B29">
        <w:rPr>
          <w:smallCaps w:val="0"/>
          <w:szCs w:val="24"/>
        </w:rPr>
        <w:t>uczenia się</w:t>
      </w:r>
    </w:p>
    <w:p w14:paraId="6BA243B6" w14:textId="77777777" w:rsidR="0085747A" w:rsidRPr="00C47B29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723"/>
      </w:tblGrid>
      <w:tr w:rsidR="0085747A" w:rsidRPr="00C47B29" w14:paraId="5CF7267F" w14:textId="77777777" w:rsidTr="004427EF">
        <w:tc>
          <w:tcPr>
            <w:tcW w:w="1418" w:type="dxa"/>
            <w:vAlign w:val="center"/>
          </w:tcPr>
          <w:p w14:paraId="4B0C9CA5" w14:textId="77777777" w:rsidR="0085747A" w:rsidRPr="00C47B29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379" w:type="dxa"/>
            <w:vAlign w:val="center"/>
          </w:tcPr>
          <w:p w14:paraId="3DE245C6" w14:textId="77777777" w:rsidR="0085747A" w:rsidRPr="00C47B29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C47B29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9BA2FC" w14:textId="77777777" w:rsidR="0085747A" w:rsidRPr="00C47B29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C47B29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23" w:type="dxa"/>
            <w:vAlign w:val="center"/>
          </w:tcPr>
          <w:p w14:paraId="69C86028" w14:textId="77777777" w:rsidR="00923D7D" w:rsidRPr="00C47B29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71DCABA" w14:textId="77777777" w:rsidR="0085747A" w:rsidRPr="00C47B29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47B29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C47B29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3758E3" w14:paraId="40B57108" w14:textId="77777777" w:rsidTr="004427EF">
        <w:tc>
          <w:tcPr>
            <w:tcW w:w="1418" w:type="dxa"/>
          </w:tcPr>
          <w:p w14:paraId="108CC9AE" w14:textId="653CB33C" w:rsidR="0085747A" w:rsidRPr="003758E3" w:rsidRDefault="00DB7367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</w:t>
            </w:r>
            <w:r w:rsidR="0085747A" w:rsidRPr="003758E3">
              <w:rPr>
                <w:b w:val="0"/>
                <w:szCs w:val="24"/>
              </w:rPr>
              <w:t xml:space="preserve">01 </w:t>
            </w:r>
          </w:p>
        </w:tc>
        <w:tc>
          <w:tcPr>
            <w:tcW w:w="6379" w:type="dxa"/>
          </w:tcPr>
          <w:p w14:paraId="0421CF23" w14:textId="23DDEA34" w:rsidR="0085747A" w:rsidRPr="003758E3" w:rsidRDefault="003758E3" w:rsidP="009C50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758E3">
              <w:rPr>
                <w:rFonts w:ascii="Times New Roman" w:hAnsi="Times New Roman"/>
                <w:sz w:val="24"/>
                <w:szCs w:val="24"/>
              </w:rPr>
              <w:t xml:space="preserve">zaliczenie, praca zaliczeniowa </w:t>
            </w:r>
            <w:r w:rsidR="009C509A">
              <w:rPr>
                <w:rFonts w:ascii="Times New Roman" w:hAnsi="Times New Roman"/>
                <w:sz w:val="24"/>
                <w:szCs w:val="24"/>
              </w:rPr>
              <w:t xml:space="preserve">(zespołowa) </w:t>
            </w:r>
            <w:r w:rsidRPr="003758E3">
              <w:rPr>
                <w:rFonts w:ascii="Times New Roman" w:hAnsi="Times New Roman"/>
                <w:sz w:val="24"/>
                <w:szCs w:val="24"/>
              </w:rPr>
              <w:t>w formie pisemnej</w:t>
            </w:r>
            <w:r w:rsidR="009C509A">
              <w:rPr>
                <w:rFonts w:ascii="Times New Roman" w:hAnsi="Times New Roman"/>
                <w:sz w:val="24"/>
                <w:szCs w:val="24"/>
              </w:rPr>
              <w:t xml:space="preserve"> na temat: Jak kultura kształtuje różnice w komunikacji między ludźmi? </w:t>
            </w:r>
          </w:p>
        </w:tc>
        <w:tc>
          <w:tcPr>
            <w:tcW w:w="1723" w:type="dxa"/>
          </w:tcPr>
          <w:p w14:paraId="20142AAA" w14:textId="7990C07A" w:rsidR="0085747A" w:rsidRPr="003758E3" w:rsidRDefault="007367D4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3758E3">
              <w:rPr>
                <w:b w:val="0"/>
                <w:szCs w:val="24"/>
              </w:rPr>
              <w:t>w</w:t>
            </w:r>
          </w:p>
        </w:tc>
      </w:tr>
      <w:tr w:rsidR="009C509A" w:rsidRPr="003758E3" w14:paraId="38C9738A" w14:textId="77777777" w:rsidTr="004427EF">
        <w:tc>
          <w:tcPr>
            <w:tcW w:w="1418" w:type="dxa"/>
          </w:tcPr>
          <w:p w14:paraId="0BBE1F5E" w14:textId="0B5A930B" w:rsidR="009C509A" w:rsidRPr="003758E3" w:rsidRDefault="009C509A" w:rsidP="009C509A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</w:t>
            </w:r>
            <w:r w:rsidRPr="003758E3">
              <w:rPr>
                <w:b w:val="0"/>
                <w:szCs w:val="24"/>
              </w:rPr>
              <w:t>02</w:t>
            </w:r>
          </w:p>
        </w:tc>
        <w:tc>
          <w:tcPr>
            <w:tcW w:w="6379" w:type="dxa"/>
          </w:tcPr>
          <w:p w14:paraId="17C61C5D" w14:textId="4DCEDE9B" w:rsidR="009C509A" w:rsidRPr="003758E3" w:rsidRDefault="009C509A" w:rsidP="009C50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366E">
              <w:rPr>
                <w:rFonts w:ascii="Times New Roman" w:hAnsi="Times New Roman"/>
                <w:sz w:val="24"/>
                <w:szCs w:val="24"/>
              </w:rPr>
              <w:t xml:space="preserve">zaliczenie, praca zaliczeniowa (zespołowa) w formie pisemnej na temat: Jak kultura kształtuje różnice w komunikacji między ludźmi? </w:t>
            </w:r>
          </w:p>
        </w:tc>
        <w:tc>
          <w:tcPr>
            <w:tcW w:w="1723" w:type="dxa"/>
          </w:tcPr>
          <w:p w14:paraId="263ACCA4" w14:textId="41350261" w:rsidR="009C509A" w:rsidRPr="003758E3" w:rsidRDefault="009C509A" w:rsidP="009C50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3758E3">
              <w:rPr>
                <w:b w:val="0"/>
                <w:szCs w:val="24"/>
              </w:rPr>
              <w:t>w</w:t>
            </w:r>
          </w:p>
        </w:tc>
      </w:tr>
      <w:tr w:rsidR="009C509A" w:rsidRPr="003758E3" w14:paraId="5DEC02A0" w14:textId="77777777" w:rsidTr="004427EF">
        <w:tc>
          <w:tcPr>
            <w:tcW w:w="1418" w:type="dxa"/>
          </w:tcPr>
          <w:p w14:paraId="6FB0DCDA" w14:textId="1EA68536" w:rsidR="009C509A" w:rsidRPr="003758E3" w:rsidRDefault="009C509A" w:rsidP="009C50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3758E3">
              <w:rPr>
                <w:b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6F1599A5" w14:textId="45A33389" w:rsidR="009C509A" w:rsidRPr="003758E3" w:rsidRDefault="009C509A" w:rsidP="009C50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366E">
              <w:rPr>
                <w:rFonts w:ascii="Times New Roman" w:hAnsi="Times New Roman"/>
                <w:sz w:val="24"/>
                <w:szCs w:val="24"/>
              </w:rPr>
              <w:t xml:space="preserve">zaliczenie, praca zaliczeniowa (zespołowa) w formie pisemnej na temat: Jak kultura kształtuje różnice w komunikacji między ludźmi? </w:t>
            </w:r>
          </w:p>
        </w:tc>
        <w:tc>
          <w:tcPr>
            <w:tcW w:w="1723" w:type="dxa"/>
          </w:tcPr>
          <w:p w14:paraId="2AB431EC" w14:textId="3925CF7B" w:rsidR="009C509A" w:rsidRPr="003758E3" w:rsidRDefault="009C509A" w:rsidP="009C50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3758E3">
              <w:rPr>
                <w:b w:val="0"/>
                <w:szCs w:val="24"/>
              </w:rPr>
              <w:t>w</w:t>
            </w:r>
          </w:p>
        </w:tc>
      </w:tr>
      <w:tr w:rsidR="009C509A" w:rsidRPr="003758E3" w14:paraId="2B1C85B8" w14:textId="77777777" w:rsidTr="004427EF">
        <w:tc>
          <w:tcPr>
            <w:tcW w:w="1418" w:type="dxa"/>
          </w:tcPr>
          <w:p w14:paraId="0FBF6E53" w14:textId="7249E2BF" w:rsidR="009C509A" w:rsidRPr="003758E3" w:rsidRDefault="009C509A" w:rsidP="009C50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3758E3">
              <w:rPr>
                <w:b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3DF830A2" w14:textId="239F4163" w:rsidR="009C509A" w:rsidRPr="003758E3" w:rsidRDefault="009C509A" w:rsidP="009C50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366E">
              <w:rPr>
                <w:rFonts w:ascii="Times New Roman" w:hAnsi="Times New Roman"/>
                <w:sz w:val="24"/>
                <w:szCs w:val="24"/>
              </w:rPr>
              <w:t xml:space="preserve">zaliczenie, praca zaliczeniowa (zespołowa) w formie pisemnej na temat: Jak kultura kształtuje różnice w komunikacji między ludźmi? </w:t>
            </w:r>
          </w:p>
        </w:tc>
        <w:tc>
          <w:tcPr>
            <w:tcW w:w="1723" w:type="dxa"/>
          </w:tcPr>
          <w:p w14:paraId="756E7F74" w14:textId="2CF57D73" w:rsidR="009C509A" w:rsidRPr="003758E3" w:rsidRDefault="009C509A" w:rsidP="009C50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3758E3">
              <w:rPr>
                <w:b w:val="0"/>
                <w:szCs w:val="24"/>
              </w:rPr>
              <w:t>w</w:t>
            </w:r>
          </w:p>
        </w:tc>
      </w:tr>
      <w:tr w:rsidR="009C509A" w:rsidRPr="003758E3" w14:paraId="3D588C74" w14:textId="77777777" w:rsidTr="004427EF">
        <w:tc>
          <w:tcPr>
            <w:tcW w:w="1418" w:type="dxa"/>
          </w:tcPr>
          <w:p w14:paraId="285A7359" w14:textId="59C35237" w:rsidR="009C509A" w:rsidRPr="003758E3" w:rsidRDefault="009C509A" w:rsidP="009C50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3758E3">
              <w:rPr>
                <w:b w:val="0"/>
                <w:szCs w:val="24"/>
              </w:rPr>
              <w:t>EK_05</w:t>
            </w:r>
          </w:p>
        </w:tc>
        <w:tc>
          <w:tcPr>
            <w:tcW w:w="6379" w:type="dxa"/>
          </w:tcPr>
          <w:p w14:paraId="3107F885" w14:textId="15F41DC9" w:rsidR="009C509A" w:rsidRPr="003758E3" w:rsidRDefault="009C509A" w:rsidP="009C50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366E">
              <w:rPr>
                <w:rFonts w:ascii="Times New Roman" w:hAnsi="Times New Roman"/>
                <w:sz w:val="24"/>
                <w:szCs w:val="24"/>
              </w:rPr>
              <w:t xml:space="preserve">zaliczenie, praca zaliczeniowa (zespołowa) w formie pisemnej na temat: Jak kultura kształtuje różnice w komunikacji między ludźmi? </w:t>
            </w:r>
          </w:p>
        </w:tc>
        <w:tc>
          <w:tcPr>
            <w:tcW w:w="1723" w:type="dxa"/>
          </w:tcPr>
          <w:p w14:paraId="19D5E255" w14:textId="39FD76BB" w:rsidR="009C509A" w:rsidRPr="003758E3" w:rsidRDefault="009C509A" w:rsidP="009C50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3758E3">
              <w:rPr>
                <w:b w:val="0"/>
                <w:szCs w:val="24"/>
              </w:rPr>
              <w:t>w</w:t>
            </w:r>
          </w:p>
        </w:tc>
      </w:tr>
      <w:tr w:rsidR="009C509A" w:rsidRPr="003758E3" w14:paraId="189E5A77" w14:textId="77777777" w:rsidTr="004427EF">
        <w:tc>
          <w:tcPr>
            <w:tcW w:w="1418" w:type="dxa"/>
          </w:tcPr>
          <w:p w14:paraId="3B65501E" w14:textId="71A93134" w:rsidR="009C509A" w:rsidRPr="003758E3" w:rsidRDefault="009C509A" w:rsidP="009C50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3758E3">
              <w:rPr>
                <w:b w:val="0"/>
                <w:szCs w:val="24"/>
              </w:rPr>
              <w:t>EK_06</w:t>
            </w:r>
          </w:p>
        </w:tc>
        <w:tc>
          <w:tcPr>
            <w:tcW w:w="6379" w:type="dxa"/>
          </w:tcPr>
          <w:p w14:paraId="38BF5987" w14:textId="6D724E5E" w:rsidR="009C509A" w:rsidRPr="003758E3" w:rsidRDefault="009C509A" w:rsidP="009C50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366E">
              <w:rPr>
                <w:rFonts w:ascii="Times New Roman" w:hAnsi="Times New Roman"/>
                <w:sz w:val="24"/>
                <w:szCs w:val="24"/>
              </w:rPr>
              <w:t xml:space="preserve">zaliczenie, praca zaliczeniowa (zespołowa) w formie pisemnej na temat: Jak kultura kształtuje różnice w komunikacji między ludźmi? </w:t>
            </w:r>
          </w:p>
        </w:tc>
        <w:tc>
          <w:tcPr>
            <w:tcW w:w="1723" w:type="dxa"/>
          </w:tcPr>
          <w:p w14:paraId="1FDA6696" w14:textId="06AF0D2F" w:rsidR="009C509A" w:rsidRPr="003758E3" w:rsidRDefault="009C509A" w:rsidP="009C50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3758E3">
              <w:rPr>
                <w:b w:val="0"/>
                <w:szCs w:val="24"/>
              </w:rPr>
              <w:t>w</w:t>
            </w:r>
          </w:p>
        </w:tc>
      </w:tr>
      <w:tr w:rsidR="009C509A" w:rsidRPr="003758E3" w14:paraId="5A82FBED" w14:textId="77777777" w:rsidTr="004427EF">
        <w:tc>
          <w:tcPr>
            <w:tcW w:w="1418" w:type="dxa"/>
          </w:tcPr>
          <w:p w14:paraId="2B073F57" w14:textId="4049DAD8" w:rsidR="009C509A" w:rsidRPr="003758E3" w:rsidRDefault="009C509A" w:rsidP="009C50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3758E3">
              <w:rPr>
                <w:b w:val="0"/>
                <w:szCs w:val="24"/>
              </w:rPr>
              <w:t>EK_07</w:t>
            </w:r>
          </w:p>
        </w:tc>
        <w:tc>
          <w:tcPr>
            <w:tcW w:w="6379" w:type="dxa"/>
          </w:tcPr>
          <w:p w14:paraId="5015C146" w14:textId="7B48C482" w:rsidR="009C509A" w:rsidRPr="003758E3" w:rsidRDefault="009C509A" w:rsidP="009C50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366E">
              <w:rPr>
                <w:rFonts w:ascii="Times New Roman" w:hAnsi="Times New Roman"/>
                <w:sz w:val="24"/>
                <w:szCs w:val="24"/>
              </w:rPr>
              <w:t xml:space="preserve">zaliczenie, praca zaliczeniowa (zespołowa) w formie pisemnej na temat: Jak kultura kształtuje różnice w komunikacji między ludźmi? </w:t>
            </w:r>
          </w:p>
        </w:tc>
        <w:tc>
          <w:tcPr>
            <w:tcW w:w="1723" w:type="dxa"/>
          </w:tcPr>
          <w:p w14:paraId="6DA47E02" w14:textId="0E35F1C7" w:rsidR="009C509A" w:rsidRPr="003758E3" w:rsidRDefault="009C509A" w:rsidP="009C509A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3758E3">
              <w:rPr>
                <w:b w:val="0"/>
                <w:szCs w:val="24"/>
              </w:rPr>
              <w:t>w</w:t>
            </w:r>
          </w:p>
        </w:tc>
      </w:tr>
    </w:tbl>
    <w:p w14:paraId="2362454F" w14:textId="77777777" w:rsidR="00923D7D" w:rsidRPr="00C47B29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C09A8D1" w14:textId="77777777" w:rsidR="0085747A" w:rsidRPr="00C47B29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C47B29">
        <w:rPr>
          <w:smallCaps w:val="0"/>
          <w:szCs w:val="24"/>
        </w:rPr>
        <w:t xml:space="preserve">4.2 </w:t>
      </w:r>
      <w:r w:rsidR="0085747A" w:rsidRPr="00C47B29">
        <w:rPr>
          <w:smallCaps w:val="0"/>
          <w:szCs w:val="24"/>
        </w:rPr>
        <w:t>Warunki zaliczenia przedmiotu (kryteria oceniania)</w:t>
      </w:r>
      <w:r w:rsidR="00923D7D" w:rsidRPr="00C47B29">
        <w:rPr>
          <w:smallCaps w:val="0"/>
          <w:szCs w:val="24"/>
        </w:rPr>
        <w:t xml:space="preserve"> </w:t>
      </w:r>
    </w:p>
    <w:p w14:paraId="699E077B" w14:textId="77777777" w:rsidR="00923D7D" w:rsidRPr="00C47B29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47B29" w14:paraId="6E84FA73" w14:textId="77777777" w:rsidTr="00C9217D">
        <w:tc>
          <w:tcPr>
            <w:tcW w:w="9670" w:type="dxa"/>
          </w:tcPr>
          <w:p w14:paraId="679EE753" w14:textId="77777777" w:rsidR="004427EF" w:rsidRDefault="002F125F" w:rsidP="004427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 xml:space="preserve">Warunkiem zaliczenia wykładu </w:t>
            </w:r>
            <w:r w:rsidR="003C5F41" w:rsidRPr="00C47B29">
              <w:rPr>
                <w:b w:val="0"/>
                <w:smallCaps w:val="0"/>
                <w:szCs w:val="24"/>
              </w:rPr>
              <w:t>jest</w:t>
            </w:r>
            <w:r w:rsidRPr="00C47B29">
              <w:rPr>
                <w:b w:val="0"/>
                <w:smallCaps w:val="0"/>
                <w:szCs w:val="24"/>
              </w:rPr>
              <w:t>:</w:t>
            </w:r>
          </w:p>
          <w:p w14:paraId="5F0AE8B1" w14:textId="77777777" w:rsidR="004427EF" w:rsidRDefault="004427EF" w:rsidP="004427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 O</w:t>
            </w:r>
            <w:r w:rsidR="002F125F" w:rsidRPr="00C47B29">
              <w:rPr>
                <w:b w:val="0"/>
                <w:smallCaps w:val="0"/>
                <w:szCs w:val="24"/>
              </w:rPr>
              <w:t>becność w trakcie zajęć (dopuszczalna jedna nieobecność nieusprawiedliwiona</w:t>
            </w:r>
            <w:r w:rsidR="00107333" w:rsidRPr="00C47B29">
              <w:rPr>
                <w:b w:val="0"/>
                <w:smallCaps w:val="0"/>
                <w:szCs w:val="24"/>
              </w:rPr>
              <w:t xml:space="preserve"> na wykładzie</w:t>
            </w:r>
            <w:r w:rsidR="002F125F" w:rsidRPr="00C47B29">
              <w:rPr>
                <w:b w:val="0"/>
                <w:smallCaps w:val="0"/>
                <w:szCs w:val="24"/>
              </w:rPr>
              <w:t>)</w:t>
            </w:r>
            <w:r w:rsidR="003C5F41" w:rsidRPr="00C47B29">
              <w:rPr>
                <w:b w:val="0"/>
                <w:smallCaps w:val="0"/>
                <w:szCs w:val="24"/>
              </w:rPr>
              <w:t>.</w:t>
            </w:r>
          </w:p>
          <w:p w14:paraId="3C1436BE" w14:textId="2F554B53" w:rsidR="00DB7367" w:rsidRPr="00C47B29" w:rsidRDefault="004427EF" w:rsidP="009C509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2. </w:t>
            </w:r>
            <w:r w:rsidR="00A12BA5" w:rsidRPr="00C47B29">
              <w:rPr>
                <w:b w:val="0"/>
                <w:smallCaps w:val="0"/>
                <w:szCs w:val="24"/>
              </w:rPr>
              <w:t>Przygotowanie zespołowej pracy zaliczeniowej</w:t>
            </w:r>
            <w:r w:rsidR="004B4B77">
              <w:rPr>
                <w:b w:val="0"/>
                <w:smallCaps w:val="0"/>
                <w:szCs w:val="24"/>
              </w:rPr>
              <w:t xml:space="preserve"> (ocena jakościowa pracy)</w:t>
            </w:r>
            <w:r w:rsidR="00A12BA5" w:rsidRPr="00C47B29">
              <w:rPr>
                <w:b w:val="0"/>
                <w:smallCaps w:val="0"/>
                <w:szCs w:val="24"/>
              </w:rPr>
              <w:t xml:space="preserve"> w formie pisemnej na </w:t>
            </w:r>
            <w:r w:rsidR="009C509A">
              <w:rPr>
                <w:b w:val="0"/>
                <w:smallCaps w:val="0"/>
                <w:szCs w:val="24"/>
              </w:rPr>
              <w:t xml:space="preserve">temat: </w:t>
            </w:r>
            <w:bookmarkStart w:id="0" w:name="_GoBack"/>
            <w:r w:rsidR="009C509A" w:rsidRPr="009C509A">
              <w:rPr>
                <w:b w:val="0"/>
                <w:szCs w:val="24"/>
              </w:rPr>
              <w:t>Jak kultura kształtuje różnice w komunikacji między ludźmi?</w:t>
            </w:r>
            <w:r w:rsidR="009C509A" w:rsidRPr="009D366E">
              <w:rPr>
                <w:szCs w:val="24"/>
              </w:rPr>
              <w:t xml:space="preserve"> </w:t>
            </w:r>
            <w:bookmarkEnd w:id="0"/>
          </w:p>
        </w:tc>
      </w:tr>
    </w:tbl>
    <w:p w14:paraId="7E890F66" w14:textId="77777777" w:rsidR="0085747A" w:rsidRPr="00C47B29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B20C58C" w14:textId="77777777" w:rsidR="009F4610" w:rsidRPr="00C47B29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C47B29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C47B29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34771AF" w14:textId="77777777" w:rsidR="0085747A" w:rsidRPr="00C47B29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47B29" w14:paraId="42879A6E" w14:textId="77777777" w:rsidTr="003E1941">
        <w:tc>
          <w:tcPr>
            <w:tcW w:w="4962" w:type="dxa"/>
            <w:vAlign w:val="center"/>
          </w:tcPr>
          <w:p w14:paraId="46E14115" w14:textId="77777777" w:rsidR="0085747A" w:rsidRPr="00C47B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7B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Forma a</w:t>
            </w:r>
            <w:r w:rsidR="0085747A" w:rsidRPr="00C47B29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C47B29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8A9BCB" w14:textId="77777777" w:rsidR="0085747A" w:rsidRPr="00C47B29" w:rsidRDefault="00C61DC5" w:rsidP="00DB7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7B29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C47B29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C47B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47B29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47B29" w14:paraId="0FCAC259" w14:textId="77777777" w:rsidTr="00923D7D">
        <w:tc>
          <w:tcPr>
            <w:tcW w:w="4962" w:type="dxa"/>
          </w:tcPr>
          <w:p w14:paraId="673C4613" w14:textId="77777777" w:rsidR="0085747A" w:rsidRPr="00C47B29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C47B29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C47B29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C47B29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C47B29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C47B29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C47B29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C47B29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59381F" w14:textId="682F3F67" w:rsidR="0085747A" w:rsidRPr="00C47B29" w:rsidRDefault="00A12BA5" w:rsidP="00DB7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61DC5" w:rsidRPr="00C47B29" w14:paraId="55B057B6" w14:textId="77777777" w:rsidTr="00923D7D">
        <w:tc>
          <w:tcPr>
            <w:tcW w:w="4962" w:type="dxa"/>
          </w:tcPr>
          <w:p w14:paraId="708E95F0" w14:textId="7719DEAC" w:rsidR="00C61DC5" w:rsidRPr="00C47B29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C47B29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7A0E3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91B0E93" w14:textId="16D150EA" w:rsidR="00C61DC5" w:rsidRPr="00C47B29" w:rsidRDefault="007A0E39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C47B29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74E82F83" w14:textId="77777777" w:rsidR="007A0E39" w:rsidRDefault="007A0E39" w:rsidP="00DB7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0AF6F2" w14:textId="36805922" w:rsidR="00C61DC5" w:rsidRPr="00C47B29" w:rsidRDefault="0045048A" w:rsidP="00DB7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61DC5" w:rsidRPr="00C47B29" w14:paraId="139F55C8" w14:textId="77777777" w:rsidTr="00923D7D">
        <w:tc>
          <w:tcPr>
            <w:tcW w:w="4962" w:type="dxa"/>
          </w:tcPr>
          <w:p w14:paraId="6921CAFD" w14:textId="0A739D58" w:rsidR="0071620A" w:rsidRPr="00C47B29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C47B29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C47B29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7A0E3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6133D9C" w14:textId="77777777" w:rsidR="00C61DC5" w:rsidRDefault="007A0E39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studiowanie literatury</w:t>
            </w:r>
          </w:p>
          <w:p w14:paraId="50753F00" w14:textId="3FAFC4B4" w:rsidR="007A0E39" w:rsidRPr="00C47B29" w:rsidRDefault="0024583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</w:t>
            </w:r>
            <w:r w:rsidRPr="00245833">
              <w:rPr>
                <w:rFonts w:ascii="Times New Roman" w:hAnsi="Times New Roman"/>
                <w:sz w:val="24"/>
                <w:szCs w:val="24"/>
              </w:rPr>
              <w:t>rzygotowanie ZESPOŁOWEJ pracy zaliczeniowej w formie pisemnej</w:t>
            </w:r>
          </w:p>
        </w:tc>
        <w:tc>
          <w:tcPr>
            <w:tcW w:w="4677" w:type="dxa"/>
          </w:tcPr>
          <w:p w14:paraId="3AC60924" w14:textId="63466C16" w:rsidR="00EE4A1F" w:rsidRDefault="00EE4A1F" w:rsidP="00DB7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AD6E6C" w14:textId="5B71E453" w:rsidR="00245833" w:rsidRDefault="00245833" w:rsidP="00DB7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524ED7" w14:textId="551A0BE0" w:rsidR="0045048A" w:rsidRPr="00C47B29" w:rsidRDefault="00EE4A1F" w:rsidP="00DB7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3CFEBCD7" w14:textId="17C57455" w:rsidR="00A12BA5" w:rsidRPr="00C47B29" w:rsidRDefault="00EE4A1F" w:rsidP="00DB7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5747A" w:rsidRPr="00C47B29" w14:paraId="18A6FB3A" w14:textId="77777777" w:rsidTr="00923D7D">
        <w:tc>
          <w:tcPr>
            <w:tcW w:w="4962" w:type="dxa"/>
          </w:tcPr>
          <w:p w14:paraId="62AA8CAE" w14:textId="77777777" w:rsidR="0085747A" w:rsidRPr="00C47B29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E3E3CD" w14:textId="3672BE39" w:rsidR="0085747A" w:rsidRPr="00C47B29" w:rsidRDefault="00EE4A1F" w:rsidP="00DB7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C47B29" w14:paraId="519C040B" w14:textId="77777777" w:rsidTr="00923D7D">
        <w:tc>
          <w:tcPr>
            <w:tcW w:w="4962" w:type="dxa"/>
          </w:tcPr>
          <w:p w14:paraId="5900AC0C" w14:textId="77777777" w:rsidR="0085747A" w:rsidRPr="00C47B29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C47B29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D5293F" w14:textId="1153E4F0" w:rsidR="0085747A" w:rsidRPr="00C47B29" w:rsidRDefault="0045048A" w:rsidP="00DB7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6953EFA3" w14:textId="2D7382B8" w:rsidR="0085747A" w:rsidRPr="00C47B29" w:rsidRDefault="00190978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C47B29">
        <w:rPr>
          <w:b w:val="0"/>
          <w:i/>
          <w:smallCaps w:val="0"/>
          <w:szCs w:val="24"/>
        </w:rPr>
        <w:t>•</w:t>
      </w:r>
      <w:r w:rsidRPr="00C47B29">
        <w:rPr>
          <w:b w:val="0"/>
          <w:i/>
          <w:smallCaps w:val="0"/>
          <w:szCs w:val="24"/>
        </w:rPr>
        <w:tab/>
      </w:r>
      <w:r w:rsidR="00C61DC5" w:rsidRPr="00C47B29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1D31A8" w14:textId="77777777" w:rsidR="003E1941" w:rsidRPr="00C47B29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F06D404" w14:textId="77777777" w:rsidR="0085747A" w:rsidRPr="00C47B29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C47B29">
        <w:rPr>
          <w:smallCaps w:val="0"/>
          <w:szCs w:val="24"/>
        </w:rPr>
        <w:t xml:space="preserve">6. </w:t>
      </w:r>
      <w:r w:rsidR="0085747A" w:rsidRPr="00C47B29">
        <w:rPr>
          <w:smallCaps w:val="0"/>
          <w:szCs w:val="24"/>
        </w:rPr>
        <w:t>PRAKTYKI ZAWO</w:t>
      </w:r>
      <w:r w:rsidR="009D3F3B" w:rsidRPr="00C47B29">
        <w:rPr>
          <w:smallCaps w:val="0"/>
          <w:szCs w:val="24"/>
        </w:rPr>
        <w:t>DOWE W RAMACH PRZEDMIOTU</w:t>
      </w:r>
    </w:p>
    <w:p w14:paraId="4400A36D" w14:textId="77777777" w:rsidR="0085747A" w:rsidRPr="00C47B29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4961"/>
      </w:tblGrid>
      <w:tr w:rsidR="0085747A" w:rsidRPr="00C47B29" w14:paraId="74C7AF7E" w14:textId="77777777" w:rsidTr="00DB7367">
        <w:trPr>
          <w:trHeight w:val="397"/>
        </w:trPr>
        <w:tc>
          <w:tcPr>
            <w:tcW w:w="3715" w:type="dxa"/>
          </w:tcPr>
          <w:p w14:paraId="678A5DBE" w14:textId="77777777" w:rsidR="0085747A" w:rsidRPr="00C47B29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61" w:type="dxa"/>
          </w:tcPr>
          <w:p w14:paraId="423B375D" w14:textId="7B013FB0" w:rsidR="0085747A" w:rsidRPr="00C47B29" w:rsidRDefault="00DB7367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47B29" w14:paraId="1D80B98C" w14:textId="77777777" w:rsidTr="00DB7367">
        <w:trPr>
          <w:trHeight w:val="397"/>
        </w:trPr>
        <w:tc>
          <w:tcPr>
            <w:tcW w:w="3715" w:type="dxa"/>
          </w:tcPr>
          <w:p w14:paraId="2BA46445" w14:textId="77777777" w:rsidR="0085747A" w:rsidRPr="00C47B29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47B29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</w:tcPr>
          <w:p w14:paraId="5CA76955" w14:textId="5270BE90" w:rsidR="0085747A" w:rsidRPr="00C47B29" w:rsidRDefault="00DB736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E5AF743" w14:textId="77777777" w:rsidR="003E1941" w:rsidRPr="00C47B29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2CCC984" w14:textId="77777777" w:rsidR="0085747A" w:rsidRPr="00C47B29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C47B29">
        <w:rPr>
          <w:smallCaps w:val="0"/>
          <w:szCs w:val="24"/>
        </w:rPr>
        <w:t xml:space="preserve">7. </w:t>
      </w:r>
      <w:r w:rsidR="0085747A" w:rsidRPr="00C47B29">
        <w:rPr>
          <w:smallCaps w:val="0"/>
          <w:szCs w:val="24"/>
        </w:rPr>
        <w:t>LITERATURA</w:t>
      </w:r>
      <w:r w:rsidRPr="00C47B29">
        <w:rPr>
          <w:smallCaps w:val="0"/>
          <w:szCs w:val="24"/>
        </w:rPr>
        <w:t xml:space="preserve"> </w:t>
      </w:r>
    </w:p>
    <w:p w14:paraId="755B9050" w14:textId="77777777" w:rsidR="00675843" w:rsidRPr="00C47B29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85747A" w:rsidRPr="00C47B29" w14:paraId="52DF4A36" w14:textId="77777777" w:rsidTr="00B7461F">
        <w:trPr>
          <w:trHeight w:val="397"/>
        </w:trPr>
        <w:tc>
          <w:tcPr>
            <w:tcW w:w="9243" w:type="dxa"/>
          </w:tcPr>
          <w:p w14:paraId="611FEC54" w14:textId="183AB99A" w:rsidR="00367350" w:rsidRDefault="0085747A" w:rsidP="00A35D2B">
            <w:pPr>
              <w:pStyle w:val="Punktygwne"/>
              <w:spacing w:before="0" w:after="0"/>
              <w:jc w:val="both"/>
              <w:rPr>
                <w:smallCaps w:val="0"/>
                <w:szCs w:val="24"/>
              </w:rPr>
            </w:pPr>
            <w:r w:rsidRPr="00B7461F">
              <w:rPr>
                <w:smallCaps w:val="0"/>
                <w:szCs w:val="24"/>
              </w:rPr>
              <w:t>Literatura podstawowa:</w:t>
            </w:r>
          </w:p>
          <w:p w14:paraId="50EA179D" w14:textId="77777777" w:rsidR="00B7461F" w:rsidRPr="00B7461F" w:rsidRDefault="00B7461F" w:rsidP="00A35D2B">
            <w:pPr>
              <w:pStyle w:val="Punktygwne"/>
              <w:spacing w:before="0" w:after="0"/>
              <w:jc w:val="both"/>
              <w:rPr>
                <w:smallCaps w:val="0"/>
                <w:szCs w:val="24"/>
              </w:rPr>
            </w:pPr>
          </w:p>
          <w:p w14:paraId="4044E93C" w14:textId="0031A7DD" w:rsidR="005B66EC" w:rsidRPr="00C47B29" w:rsidRDefault="005B66EC" w:rsidP="00A35D2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Boski, P. (20</w:t>
            </w:r>
            <w:r w:rsidR="00111EE4" w:rsidRPr="00C47B29">
              <w:rPr>
                <w:rFonts w:ascii="Times New Roman" w:hAnsi="Times New Roman"/>
                <w:sz w:val="24"/>
                <w:szCs w:val="24"/>
              </w:rPr>
              <w:t>22</w:t>
            </w:r>
            <w:r w:rsidRPr="00C47B29">
              <w:rPr>
                <w:rFonts w:ascii="Times New Roman" w:hAnsi="Times New Roman"/>
                <w:sz w:val="24"/>
                <w:szCs w:val="24"/>
              </w:rPr>
              <w:t xml:space="preserve">). Kulturowe ramy </w:t>
            </w:r>
            <w:proofErr w:type="spellStart"/>
            <w:r w:rsidRPr="00C47B29"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 w:rsidRPr="00C47B29">
              <w:rPr>
                <w:rFonts w:ascii="Times New Roman" w:hAnsi="Times New Roman"/>
                <w:sz w:val="24"/>
                <w:szCs w:val="24"/>
              </w:rPr>
              <w:t xml:space="preserve"> społecznych. Podręcznik psychologii międzykulturowej. Warszawa: PWN.</w:t>
            </w:r>
          </w:p>
          <w:p w14:paraId="04016088" w14:textId="3BA76C92" w:rsidR="005B66EC" w:rsidRPr="00C47B29" w:rsidRDefault="005B66EC" w:rsidP="00A35D2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 xml:space="preserve">Matsumoto, D. i </w:t>
            </w:r>
            <w:proofErr w:type="spellStart"/>
            <w:r w:rsidRPr="00C47B29">
              <w:rPr>
                <w:rFonts w:ascii="Times New Roman" w:hAnsi="Times New Roman"/>
                <w:sz w:val="24"/>
                <w:szCs w:val="24"/>
              </w:rPr>
              <w:t>Juang</w:t>
            </w:r>
            <w:proofErr w:type="spellEnd"/>
            <w:r w:rsidRPr="00C47B29">
              <w:rPr>
                <w:rFonts w:ascii="Times New Roman" w:hAnsi="Times New Roman"/>
                <w:sz w:val="24"/>
                <w:szCs w:val="24"/>
              </w:rPr>
              <w:t>, L. (2007). Psychologia międzykulturowa. Gdańsk: GWP.</w:t>
            </w:r>
          </w:p>
          <w:p w14:paraId="20FCDF5A" w14:textId="4610CE5D" w:rsidR="005B66EC" w:rsidRPr="00C47B29" w:rsidRDefault="00111EE4" w:rsidP="00A35D2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K</w:t>
            </w:r>
            <w:r w:rsidR="005B66EC" w:rsidRPr="00C47B29">
              <w:rPr>
                <w:rFonts w:ascii="Times New Roman" w:hAnsi="Times New Roman"/>
                <w:sz w:val="24"/>
                <w:szCs w:val="24"/>
              </w:rPr>
              <w:t xml:space="preserve">wiatkowska A., Grzymała-Moszczyńska H. (2010), Psychologia </w:t>
            </w:r>
            <w:r w:rsidR="00A35D2B" w:rsidRPr="00C47B29">
              <w:rPr>
                <w:rFonts w:ascii="Times New Roman" w:hAnsi="Times New Roman"/>
                <w:sz w:val="24"/>
                <w:szCs w:val="24"/>
              </w:rPr>
              <w:t>m</w:t>
            </w:r>
            <w:r w:rsidR="005B66EC" w:rsidRPr="00C47B29">
              <w:rPr>
                <w:rFonts w:ascii="Times New Roman" w:hAnsi="Times New Roman"/>
                <w:sz w:val="24"/>
                <w:szCs w:val="24"/>
              </w:rPr>
              <w:t xml:space="preserve">iędzykulturowa, [W:] </w:t>
            </w:r>
            <w:proofErr w:type="spellStart"/>
            <w:r w:rsidR="005B66EC" w:rsidRPr="00C47B29">
              <w:rPr>
                <w:rFonts w:ascii="Times New Roman" w:hAnsi="Times New Roman"/>
                <w:sz w:val="24"/>
                <w:szCs w:val="24"/>
              </w:rPr>
              <w:t>Strelau</w:t>
            </w:r>
            <w:proofErr w:type="spellEnd"/>
            <w:r w:rsidR="005B66EC" w:rsidRPr="00C47B29">
              <w:rPr>
                <w:rFonts w:ascii="Times New Roman" w:hAnsi="Times New Roman"/>
                <w:sz w:val="24"/>
                <w:szCs w:val="24"/>
              </w:rPr>
              <w:t xml:space="preserve"> J., Doliński D. (red.) Psychologia Akademicka. Podręcznik. T.2. Gdańsk: GWP.</w:t>
            </w:r>
          </w:p>
          <w:p w14:paraId="54BC3237" w14:textId="5BFFF214" w:rsidR="00824C46" w:rsidRPr="00C47B29" w:rsidRDefault="00824C46" w:rsidP="00A35D2B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</w:tr>
      <w:tr w:rsidR="0085747A" w:rsidRPr="00367350" w14:paraId="2F339883" w14:textId="77777777" w:rsidTr="00B7461F">
        <w:trPr>
          <w:trHeight w:val="397"/>
        </w:trPr>
        <w:tc>
          <w:tcPr>
            <w:tcW w:w="9243" w:type="dxa"/>
          </w:tcPr>
          <w:p w14:paraId="731E4D81" w14:textId="1FEF147A" w:rsidR="00367350" w:rsidRDefault="0085747A" w:rsidP="00A35D2B">
            <w:pPr>
              <w:pStyle w:val="Punktygwne"/>
              <w:spacing w:before="0" w:after="0"/>
              <w:jc w:val="both"/>
              <w:rPr>
                <w:smallCaps w:val="0"/>
                <w:szCs w:val="24"/>
              </w:rPr>
            </w:pPr>
            <w:r w:rsidRPr="00B7461F">
              <w:rPr>
                <w:smallCaps w:val="0"/>
                <w:szCs w:val="24"/>
              </w:rPr>
              <w:t xml:space="preserve">Literatura uzupełniająca: </w:t>
            </w:r>
          </w:p>
          <w:p w14:paraId="3F98CA1C" w14:textId="77777777" w:rsidR="00B7461F" w:rsidRPr="00B7461F" w:rsidRDefault="00B7461F" w:rsidP="00A35D2B">
            <w:pPr>
              <w:pStyle w:val="Punktygwne"/>
              <w:spacing w:before="0" w:after="0"/>
              <w:jc w:val="both"/>
              <w:rPr>
                <w:smallCaps w:val="0"/>
                <w:szCs w:val="24"/>
              </w:rPr>
            </w:pPr>
          </w:p>
          <w:p w14:paraId="0A34A5DA" w14:textId="31F14365" w:rsidR="00A35D2B" w:rsidRPr="00C47B29" w:rsidRDefault="00311E83" w:rsidP="00A35D2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 xml:space="preserve">Kwiatkowska A. (2015). How Do </w:t>
            </w:r>
            <w:proofErr w:type="spellStart"/>
            <w:r w:rsidRPr="00C47B29">
              <w:rPr>
                <w:rFonts w:ascii="Times New Roman" w:hAnsi="Times New Roman"/>
                <w:sz w:val="24"/>
                <w:szCs w:val="24"/>
              </w:rPr>
              <w:t>Others</w:t>
            </w:r>
            <w:proofErr w:type="spellEnd"/>
            <w:r w:rsidRPr="00C47B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7B29">
              <w:rPr>
                <w:rFonts w:ascii="Times New Roman" w:hAnsi="Times New Roman"/>
                <w:sz w:val="24"/>
                <w:szCs w:val="24"/>
              </w:rPr>
              <w:t>Deceive</w:t>
            </w:r>
            <w:proofErr w:type="spellEnd"/>
            <w:r w:rsidRPr="00C47B29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Pr="00C47B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Cultural Aspects of Lying and Cheating. N: </w:t>
            </w:r>
            <w:proofErr w:type="spellStart"/>
            <w:r w:rsidRPr="00C47B29">
              <w:rPr>
                <w:rFonts w:ascii="Times New Roman" w:hAnsi="Times New Roman"/>
                <w:sz w:val="24"/>
                <w:szCs w:val="24"/>
                <w:lang w:val="en-US"/>
              </w:rPr>
              <w:t>Kwiatkowska</w:t>
            </w:r>
            <w:proofErr w:type="spellEnd"/>
            <w:r w:rsidRPr="00C47B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A. &amp; </w:t>
            </w:r>
            <w:proofErr w:type="spellStart"/>
            <w:r w:rsidRPr="00C47B29">
              <w:rPr>
                <w:rFonts w:ascii="Times New Roman" w:hAnsi="Times New Roman"/>
                <w:sz w:val="24"/>
                <w:szCs w:val="24"/>
                <w:lang w:val="en-US"/>
              </w:rPr>
              <w:t>Łukasik</w:t>
            </w:r>
            <w:proofErr w:type="spellEnd"/>
            <w:r w:rsidRPr="00C47B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A. (Eds.). The </w:t>
            </w:r>
            <w:proofErr w:type="spellStart"/>
            <w:r w:rsidRPr="00C47B29">
              <w:rPr>
                <w:rFonts w:ascii="Times New Roman" w:hAnsi="Times New Roman"/>
                <w:sz w:val="24"/>
                <w:szCs w:val="24"/>
                <w:lang w:val="en-US"/>
              </w:rPr>
              <w:t>samll</w:t>
            </w:r>
            <w:proofErr w:type="spellEnd"/>
            <w:r w:rsidRPr="00C47B2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big deceptions: In psychology and evolutionary sciences perspective. </w:t>
            </w:r>
            <w:r w:rsidRPr="00C47B29">
              <w:rPr>
                <w:rFonts w:ascii="Times New Roman" w:hAnsi="Times New Roman"/>
                <w:sz w:val="24"/>
                <w:szCs w:val="24"/>
              </w:rPr>
              <w:t>Rzeszów: Wyd. UR</w:t>
            </w:r>
            <w:r w:rsidR="00C336A9" w:rsidRPr="00C47B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05246F6" w14:textId="0FB34094" w:rsidR="00A35D2B" w:rsidRPr="00C47B29" w:rsidRDefault="00C336A9" w:rsidP="00A35D2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7B29">
              <w:rPr>
                <w:rFonts w:ascii="Times New Roman" w:hAnsi="Times New Roman"/>
                <w:sz w:val="24"/>
                <w:szCs w:val="24"/>
              </w:rPr>
              <w:t>Bogucka, K.(2018). Komunikacja międzykulturowa jako pomost ku integracji społecznej w środowisku wielokulturowym. Studia Edukacyjne, nr 49, s. 401-413.</w:t>
            </w:r>
          </w:p>
          <w:p w14:paraId="5B2ED87A" w14:textId="6AC11ACC" w:rsidR="00A95BDD" w:rsidRPr="00DB7367" w:rsidRDefault="00A35D2B" w:rsidP="00DB7367">
            <w:pPr>
              <w:pStyle w:val="Akapitzlist"/>
              <w:ind w:left="56" w:hanging="56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C47B29">
              <w:rPr>
                <w:rFonts w:ascii="Times New Roman" w:hAnsi="Times New Roman"/>
                <w:sz w:val="24"/>
                <w:szCs w:val="24"/>
              </w:rPr>
              <w:t>Creanza</w:t>
            </w:r>
            <w:proofErr w:type="spellEnd"/>
            <w:r w:rsidRPr="00C47B29">
              <w:rPr>
                <w:rFonts w:ascii="Times New Roman" w:hAnsi="Times New Roman"/>
                <w:sz w:val="24"/>
                <w:szCs w:val="24"/>
              </w:rPr>
              <w:t xml:space="preserve">, N., </w:t>
            </w:r>
            <w:proofErr w:type="spellStart"/>
            <w:r w:rsidRPr="00C47B29">
              <w:rPr>
                <w:rFonts w:ascii="Times New Roman" w:hAnsi="Times New Roman"/>
                <w:sz w:val="24"/>
                <w:szCs w:val="24"/>
              </w:rPr>
              <w:t>Kolodny</w:t>
            </w:r>
            <w:proofErr w:type="spellEnd"/>
            <w:r w:rsidRPr="00C47B29">
              <w:rPr>
                <w:rFonts w:ascii="Times New Roman" w:hAnsi="Times New Roman"/>
                <w:sz w:val="24"/>
                <w:szCs w:val="24"/>
              </w:rPr>
              <w:t xml:space="preserve">, O., &amp; Feldman, M. W. (2017). </w:t>
            </w:r>
            <w:r w:rsidRPr="00C47B29">
              <w:rPr>
                <w:rFonts w:ascii="Times New Roman" w:hAnsi="Times New Roman"/>
                <w:sz w:val="24"/>
                <w:szCs w:val="24"/>
                <w:lang w:val="en-US"/>
              </w:rPr>
              <w:t>Cultural evolutionary theory: How culture evolves and why it matters. Proceedings of the National Academy of Sciences of the United States of America, 114(30), 7782–7789. https://doi.org/10.1073/pnas.1620732114</w:t>
            </w:r>
          </w:p>
        </w:tc>
      </w:tr>
    </w:tbl>
    <w:p w14:paraId="696EAB69" w14:textId="77777777" w:rsidR="0085747A" w:rsidRPr="00C47B29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55B2C278" w14:textId="77777777" w:rsidR="0085747A" w:rsidRPr="00C47B29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45DB61F1" w14:textId="77777777" w:rsidR="0085747A" w:rsidRPr="00C47B29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C47B29">
        <w:rPr>
          <w:b w:val="0"/>
          <w:smallCaps w:val="0"/>
          <w:szCs w:val="24"/>
        </w:rPr>
        <w:t>Akceptacja Kierownika Jednostki lub osoby upoważnionej</w:t>
      </w:r>
    </w:p>
    <w:sectPr w:rsidR="0085747A" w:rsidRPr="00C47B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00A54" w14:textId="77777777" w:rsidR="005C0403" w:rsidRDefault="005C0403" w:rsidP="00C16ABF">
      <w:pPr>
        <w:spacing w:after="0" w:line="240" w:lineRule="auto"/>
      </w:pPr>
      <w:r>
        <w:separator/>
      </w:r>
    </w:p>
  </w:endnote>
  <w:endnote w:type="continuationSeparator" w:id="0">
    <w:p w14:paraId="6C5AAEE5" w14:textId="77777777" w:rsidR="005C0403" w:rsidRDefault="005C04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E3E55" w14:textId="77777777" w:rsidR="005C0403" w:rsidRDefault="005C0403" w:rsidP="00C16ABF">
      <w:pPr>
        <w:spacing w:after="0" w:line="240" w:lineRule="auto"/>
      </w:pPr>
      <w:r>
        <w:separator/>
      </w:r>
    </w:p>
  </w:footnote>
  <w:footnote w:type="continuationSeparator" w:id="0">
    <w:p w14:paraId="1407CFB0" w14:textId="77777777" w:rsidR="005C0403" w:rsidRDefault="005C0403" w:rsidP="00C16ABF">
      <w:pPr>
        <w:spacing w:after="0" w:line="240" w:lineRule="auto"/>
      </w:pPr>
      <w:r>
        <w:continuationSeparator/>
      </w:r>
    </w:p>
  </w:footnote>
  <w:footnote w:id="1">
    <w:p w14:paraId="0084DD3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D55F4"/>
    <w:multiLevelType w:val="hybridMultilevel"/>
    <w:tmpl w:val="1D56DBFA"/>
    <w:lvl w:ilvl="0" w:tplc="F7C024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3057D3"/>
    <w:multiLevelType w:val="hybridMultilevel"/>
    <w:tmpl w:val="A8068166"/>
    <w:lvl w:ilvl="0" w:tplc="2C3686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30A"/>
    <w:rsid w:val="00064148"/>
    <w:rsid w:val="00070ED6"/>
    <w:rsid w:val="000742DC"/>
    <w:rsid w:val="00083A2E"/>
    <w:rsid w:val="00084C12"/>
    <w:rsid w:val="0009054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0C9"/>
    <w:rsid w:val="000F1C57"/>
    <w:rsid w:val="000F5615"/>
    <w:rsid w:val="00107333"/>
    <w:rsid w:val="00111EE4"/>
    <w:rsid w:val="00114DD1"/>
    <w:rsid w:val="0012036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978"/>
    <w:rsid w:val="00192F37"/>
    <w:rsid w:val="001A70D2"/>
    <w:rsid w:val="001B41AB"/>
    <w:rsid w:val="001D3261"/>
    <w:rsid w:val="001D657B"/>
    <w:rsid w:val="001D7B54"/>
    <w:rsid w:val="001E0209"/>
    <w:rsid w:val="001F2CA2"/>
    <w:rsid w:val="001F471D"/>
    <w:rsid w:val="002144C0"/>
    <w:rsid w:val="0022477D"/>
    <w:rsid w:val="002278A9"/>
    <w:rsid w:val="002336F9"/>
    <w:rsid w:val="0024028F"/>
    <w:rsid w:val="00244ABC"/>
    <w:rsid w:val="00245833"/>
    <w:rsid w:val="00271530"/>
    <w:rsid w:val="00281FF2"/>
    <w:rsid w:val="002857DE"/>
    <w:rsid w:val="00291567"/>
    <w:rsid w:val="002A22BF"/>
    <w:rsid w:val="002A2389"/>
    <w:rsid w:val="002A671D"/>
    <w:rsid w:val="002B10E9"/>
    <w:rsid w:val="002B4D55"/>
    <w:rsid w:val="002B562B"/>
    <w:rsid w:val="002B5EA0"/>
    <w:rsid w:val="002B6119"/>
    <w:rsid w:val="002B72BB"/>
    <w:rsid w:val="002C1F06"/>
    <w:rsid w:val="002D3375"/>
    <w:rsid w:val="002D73D4"/>
    <w:rsid w:val="002E0E78"/>
    <w:rsid w:val="002F02A3"/>
    <w:rsid w:val="002F125F"/>
    <w:rsid w:val="002F4ABE"/>
    <w:rsid w:val="003018BA"/>
    <w:rsid w:val="0030395F"/>
    <w:rsid w:val="00305C92"/>
    <w:rsid w:val="00311E83"/>
    <w:rsid w:val="003151C5"/>
    <w:rsid w:val="00327BFC"/>
    <w:rsid w:val="003343CF"/>
    <w:rsid w:val="00346FE9"/>
    <w:rsid w:val="0034759A"/>
    <w:rsid w:val="003503F6"/>
    <w:rsid w:val="0035277D"/>
    <w:rsid w:val="003530DD"/>
    <w:rsid w:val="00362C1C"/>
    <w:rsid w:val="00363DEA"/>
    <w:rsid w:val="00363F78"/>
    <w:rsid w:val="00367350"/>
    <w:rsid w:val="003758E3"/>
    <w:rsid w:val="00390552"/>
    <w:rsid w:val="00393424"/>
    <w:rsid w:val="003A0A5B"/>
    <w:rsid w:val="003A1176"/>
    <w:rsid w:val="003C0BAE"/>
    <w:rsid w:val="003C5F41"/>
    <w:rsid w:val="003D18A9"/>
    <w:rsid w:val="003D6CE2"/>
    <w:rsid w:val="003E1941"/>
    <w:rsid w:val="003E2FE6"/>
    <w:rsid w:val="003E49D5"/>
    <w:rsid w:val="003F205D"/>
    <w:rsid w:val="003F38C0"/>
    <w:rsid w:val="00402C39"/>
    <w:rsid w:val="00414E3C"/>
    <w:rsid w:val="0042244A"/>
    <w:rsid w:val="0042745A"/>
    <w:rsid w:val="00431D5C"/>
    <w:rsid w:val="00432579"/>
    <w:rsid w:val="004362C6"/>
    <w:rsid w:val="00437FA2"/>
    <w:rsid w:val="0044061B"/>
    <w:rsid w:val="004427EF"/>
    <w:rsid w:val="00445970"/>
    <w:rsid w:val="0045048A"/>
    <w:rsid w:val="00461EFC"/>
    <w:rsid w:val="00464315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B77"/>
    <w:rsid w:val="004D5282"/>
    <w:rsid w:val="004E63E0"/>
    <w:rsid w:val="004F1551"/>
    <w:rsid w:val="004F55A3"/>
    <w:rsid w:val="004F7808"/>
    <w:rsid w:val="0050496F"/>
    <w:rsid w:val="00513B6F"/>
    <w:rsid w:val="00517C63"/>
    <w:rsid w:val="005363C4"/>
    <w:rsid w:val="00536BDE"/>
    <w:rsid w:val="00537A6C"/>
    <w:rsid w:val="00543ACC"/>
    <w:rsid w:val="0056696D"/>
    <w:rsid w:val="0059484D"/>
    <w:rsid w:val="005A0855"/>
    <w:rsid w:val="005A133C"/>
    <w:rsid w:val="005A3196"/>
    <w:rsid w:val="005A5044"/>
    <w:rsid w:val="005A57EE"/>
    <w:rsid w:val="005B66EC"/>
    <w:rsid w:val="005C0403"/>
    <w:rsid w:val="005C080F"/>
    <w:rsid w:val="005C55E5"/>
    <w:rsid w:val="005C696A"/>
    <w:rsid w:val="005D765B"/>
    <w:rsid w:val="005E5CC5"/>
    <w:rsid w:val="005E6E85"/>
    <w:rsid w:val="005F31D2"/>
    <w:rsid w:val="0061029B"/>
    <w:rsid w:val="00617230"/>
    <w:rsid w:val="00621CE1"/>
    <w:rsid w:val="00627FC9"/>
    <w:rsid w:val="006318C2"/>
    <w:rsid w:val="00647FA8"/>
    <w:rsid w:val="00650C5F"/>
    <w:rsid w:val="00654934"/>
    <w:rsid w:val="006620D9"/>
    <w:rsid w:val="00663BCF"/>
    <w:rsid w:val="00671958"/>
    <w:rsid w:val="00672C52"/>
    <w:rsid w:val="00675843"/>
    <w:rsid w:val="00675EE4"/>
    <w:rsid w:val="00696477"/>
    <w:rsid w:val="006D050F"/>
    <w:rsid w:val="006D6139"/>
    <w:rsid w:val="006E5D65"/>
    <w:rsid w:val="006F1282"/>
    <w:rsid w:val="006F1FBC"/>
    <w:rsid w:val="006F2DB3"/>
    <w:rsid w:val="006F31E2"/>
    <w:rsid w:val="00706544"/>
    <w:rsid w:val="007072BA"/>
    <w:rsid w:val="0071620A"/>
    <w:rsid w:val="00724677"/>
    <w:rsid w:val="00725459"/>
    <w:rsid w:val="007327BD"/>
    <w:rsid w:val="00734608"/>
    <w:rsid w:val="007367D4"/>
    <w:rsid w:val="0074295D"/>
    <w:rsid w:val="00745302"/>
    <w:rsid w:val="007461D6"/>
    <w:rsid w:val="00746EC8"/>
    <w:rsid w:val="007566C0"/>
    <w:rsid w:val="00763BF1"/>
    <w:rsid w:val="00766FD4"/>
    <w:rsid w:val="0078168C"/>
    <w:rsid w:val="00787C2A"/>
    <w:rsid w:val="00790E27"/>
    <w:rsid w:val="007A0E39"/>
    <w:rsid w:val="007A4022"/>
    <w:rsid w:val="007A6E6E"/>
    <w:rsid w:val="007C27C0"/>
    <w:rsid w:val="007C3299"/>
    <w:rsid w:val="007C3BCC"/>
    <w:rsid w:val="007C4546"/>
    <w:rsid w:val="007D6B30"/>
    <w:rsid w:val="007D6E56"/>
    <w:rsid w:val="007E2261"/>
    <w:rsid w:val="007E3BCD"/>
    <w:rsid w:val="007E697E"/>
    <w:rsid w:val="007F4155"/>
    <w:rsid w:val="0081554D"/>
    <w:rsid w:val="0081707E"/>
    <w:rsid w:val="00824C46"/>
    <w:rsid w:val="00827B46"/>
    <w:rsid w:val="0084327E"/>
    <w:rsid w:val="008449B3"/>
    <w:rsid w:val="008552A2"/>
    <w:rsid w:val="00855D9F"/>
    <w:rsid w:val="0085747A"/>
    <w:rsid w:val="00884922"/>
    <w:rsid w:val="00885F64"/>
    <w:rsid w:val="008917F9"/>
    <w:rsid w:val="008A45F7"/>
    <w:rsid w:val="008B0604"/>
    <w:rsid w:val="008C0CC0"/>
    <w:rsid w:val="008C19A9"/>
    <w:rsid w:val="008C379D"/>
    <w:rsid w:val="008C3C20"/>
    <w:rsid w:val="008C5147"/>
    <w:rsid w:val="008C5359"/>
    <w:rsid w:val="008C5363"/>
    <w:rsid w:val="008D3DFB"/>
    <w:rsid w:val="008E64F4"/>
    <w:rsid w:val="008F12C9"/>
    <w:rsid w:val="008F6E29"/>
    <w:rsid w:val="008F7FAD"/>
    <w:rsid w:val="00916188"/>
    <w:rsid w:val="00923D7D"/>
    <w:rsid w:val="009508DF"/>
    <w:rsid w:val="00950DAC"/>
    <w:rsid w:val="00954A07"/>
    <w:rsid w:val="00963588"/>
    <w:rsid w:val="00963811"/>
    <w:rsid w:val="009653DC"/>
    <w:rsid w:val="00997F14"/>
    <w:rsid w:val="009A78D9"/>
    <w:rsid w:val="009C3E31"/>
    <w:rsid w:val="009C509A"/>
    <w:rsid w:val="009C54AE"/>
    <w:rsid w:val="009C788E"/>
    <w:rsid w:val="009D3F3B"/>
    <w:rsid w:val="009E0543"/>
    <w:rsid w:val="009E3B41"/>
    <w:rsid w:val="009F3C5C"/>
    <w:rsid w:val="009F4610"/>
    <w:rsid w:val="00A00ECC"/>
    <w:rsid w:val="00A12BA5"/>
    <w:rsid w:val="00A155EE"/>
    <w:rsid w:val="00A2245B"/>
    <w:rsid w:val="00A30110"/>
    <w:rsid w:val="00A35D2B"/>
    <w:rsid w:val="00A36899"/>
    <w:rsid w:val="00A371F6"/>
    <w:rsid w:val="00A43BF6"/>
    <w:rsid w:val="00A53FA5"/>
    <w:rsid w:val="00A54817"/>
    <w:rsid w:val="00A601C8"/>
    <w:rsid w:val="00A60799"/>
    <w:rsid w:val="00A66401"/>
    <w:rsid w:val="00A84C85"/>
    <w:rsid w:val="00A95BDD"/>
    <w:rsid w:val="00A97DE1"/>
    <w:rsid w:val="00AB053C"/>
    <w:rsid w:val="00AC5EB1"/>
    <w:rsid w:val="00AD07F9"/>
    <w:rsid w:val="00AD1146"/>
    <w:rsid w:val="00AD27D3"/>
    <w:rsid w:val="00AD66D6"/>
    <w:rsid w:val="00AE1160"/>
    <w:rsid w:val="00AE203C"/>
    <w:rsid w:val="00AE2E74"/>
    <w:rsid w:val="00AE4D12"/>
    <w:rsid w:val="00AE5FCB"/>
    <w:rsid w:val="00AF2C1E"/>
    <w:rsid w:val="00B06142"/>
    <w:rsid w:val="00B06732"/>
    <w:rsid w:val="00B10798"/>
    <w:rsid w:val="00B135B1"/>
    <w:rsid w:val="00B3130B"/>
    <w:rsid w:val="00B35550"/>
    <w:rsid w:val="00B40ADB"/>
    <w:rsid w:val="00B43B77"/>
    <w:rsid w:val="00B43E80"/>
    <w:rsid w:val="00B607DB"/>
    <w:rsid w:val="00B66529"/>
    <w:rsid w:val="00B7461F"/>
    <w:rsid w:val="00B75946"/>
    <w:rsid w:val="00B8056E"/>
    <w:rsid w:val="00B819C8"/>
    <w:rsid w:val="00B82308"/>
    <w:rsid w:val="00B90885"/>
    <w:rsid w:val="00BB520A"/>
    <w:rsid w:val="00BD3869"/>
    <w:rsid w:val="00BD568B"/>
    <w:rsid w:val="00BD66E9"/>
    <w:rsid w:val="00BD6FF4"/>
    <w:rsid w:val="00BF2AB2"/>
    <w:rsid w:val="00BF2C41"/>
    <w:rsid w:val="00C058B4"/>
    <w:rsid w:val="00C05F44"/>
    <w:rsid w:val="00C131B5"/>
    <w:rsid w:val="00C16ABF"/>
    <w:rsid w:val="00C170AE"/>
    <w:rsid w:val="00C22751"/>
    <w:rsid w:val="00C26CB7"/>
    <w:rsid w:val="00C324C1"/>
    <w:rsid w:val="00C336A9"/>
    <w:rsid w:val="00C36992"/>
    <w:rsid w:val="00C45CBB"/>
    <w:rsid w:val="00C47B29"/>
    <w:rsid w:val="00C56036"/>
    <w:rsid w:val="00C61CE0"/>
    <w:rsid w:val="00C61DC5"/>
    <w:rsid w:val="00C67E92"/>
    <w:rsid w:val="00C70A26"/>
    <w:rsid w:val="00C75988"/>
    <w:rsid w:val="00C766DF"/>
    <w:rsid w:val="00C9217D"/>
    <w:rsid w:val="00C94B98"/>
    <w:rsid w:val="00CA2B96"/>
    <w:rsid w:val="00CA5089"/>
    <w:rsid w:val="00CA53ED"/>
    <w:rsid w:val="00CA56E5"/>
    <w:rsid w:val="00CB2F9B"/>
    <w:rsid w:val="00CD6897"/>
    <w:rsid w:val="00CE5BAC"/>
    <w:rsid w:val="00CF25BE"/>
    <w:rsid w:val="00CF78ED"/>
    <w:rsid w:val="00D02B25"/>
    <w:rsid w:val="00D02EBA"/>
    <w:rsid w:val="00D109F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ED1"/>
    <w:rsid w:val="00DA2114"/>
    <w:rsid w:val="00DB4329"/>
    <w:rsid w:val="00DB7367"/>
    <w:rsid w:val="00DE09C0"/>
    <w:rsid w:val="00DE4A14"/>
    <w:rsid w:val="00DF02D2"/>
    <w:rsid w:val="00DF320D"/>
    <w:rsid w:val="00DF71C8"/>
    <w:rsid w:val="00E06C7D"/>
    <w:rsid w:val="00E129B8"/>
    <w:rsid w:val="00E21E7D"/>
    <w:rsid w:val="00E22FBC"/>
    <w:rsid w:val="00E23F2C"/>
    <w:rsid w:val="00E24BF5"/>
    <w:rsid w:val="00E25338"/>
    <w:rsid w:val="00E51E44"/>
    <w:rsid w:val="00E631C2"/>
    <w:rsid w:val="00E63348"/>
    <w:rsid w:val="00E64A16"/>
    <w:rsid w:val="00E742AA"/>
    <w:rsid w:val="00E77E88"/>
    <w:rsid w:val="00E8107D"/>
    <w:rsid w:val="00E849B6"/>
    <w:rsid w:val="00E86CD1"/>
    <w:rsid w:val="00E960BB"/>
    <w:rsid w:val="00EA2074"/>
    <w:rsid w:val="00EA4832"/>
    <w:rsid w:val="00EA4E9D"/>
    <w:rsid w:val="00EA770B"/>
    <w:rsid w:val="00EC4899"/>
    <w:rsid w:val="00ED03AB"/>
    <w:rsid w:val="00ED32D2"/>
    <w:rsid w:val="00ED6DD8"/>
    <w:rsid w:val="00EE05A7"/>
    <w:rsid w:val="00EE32DE"/>
    <w:rsid w:val="00EE4A1F"/>
    <w:rsid w:val="00EE5457"/>
    <w:rsid w:val="00F070AB"/>
    <w:rsid w:val="00F16B0E"/>
    <w:rsid w:val="00F17567"/>
    <w:rsid w:val="00F27A7B"/>
    <w:rsid w:val="00F424B7"/>
    <w:rsid w:val="00F526AF"/>
    <w:rsid w:val="00F560FF"/>
    <w:rsid w:val="00F617C3"/>
    <w:rsid w:val="00F66327"/>
    <w:rsid w:val="00F7066B"/>
    <w:rsid w:val="00F83B28"/>
    <w:rsid w:val="00F93631"/>
    <w:rsid w:val="00F974DA"/>
    <w:rsid w:val="00FA46E5"/>
    <w:rsid w:val="00FB44D5"/>
    <w:rsid w:val="00FB7DBA"/>
    <w:rsid w:val="00FC1C25"/>
    <w:rsid w:val="00FC3F45"/>
    <w:rsid w:val="00FD1BB4"/>
    <w:rsid w:val="00FD3164"/>
    <w:rsid w:val="00FD503F"/>
    <w:rsid w:val="00FD7589"/>
    <w:rsid w:val="00FE06D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A0677"/>
  <w15:docId w15:val="{1B80460E-ADB3-4101-AF94-26144665C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1E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09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HTML-cytat">
    <w:name w:val="HTML Cite"/>
    <w:basedOn w:val="Domylnaczcionkaakapitu"/>
    <w:uiPriority w:val="99"/>
    <w:semiHidden/>
    <w:unhideWhenUsed/>
    <w:rsid w:val="009653DC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909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1909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190978"/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C3C20"/>
    <w:rPr>
      <w:b/>
      <w:bCs/>
    </w:rPr>
  </w:style>
  <w:style w:type="character" w:customStyle="1" w:styleId="wrtext">
    <w:name w:val="wrtext"/>
    <w:basedOn w:val="Domylnaczcionkaakapitu"/>
    <w:rsid w:val="00A95BDD"/>
  </w:style>
  <w:style w:type="character" w:customStyle="1" w:styleId="Nagwek1Znak">
    <w:name w:val="Nagłówek 1 Znak"/>
    <w:basedOn w:val="Domylnaczcionkaakapitu"/>
    <w:link w:val="Nagwek1"/>
    <w:uiPriority w:val="9"/>
    <w:rsid w:val="00311E8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5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81FEE-E831-4ACA-877E-FA029A76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4</Pages>
  <Words>1011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Psycholog</cp:lastModifiedBy>
  <cp:revision>6</cp:revision>
  <cp:lastPrinted>2022-12-29T09:35:00Z</cp:lastPrinted>
  <dcterms:created xsi:type="dcterms:W3CDTF">2022-12-27T20:31:00Z</dcterms:created>
  <dcterms:modified xsi:type="dcterms:W3CDTF">2023-06-01T10:39:00Z</dcterms:modified>
</cp:coreProperties>
</file>